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11E9B5" w14:textId="24C4F607" w:rsidR="00B33886" w:rsidRPr="00970053" w:rsidRDefault="00B33886" w:rsidP="00B33886">
      <w:pPr>
        <w:pStyle w:val="Nagwek1"/>
        <w:spacing w:before="0"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970053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Załącznik nr 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2</w:t>
      </w:r>
    </w:p>
    <w:p w14:paraId="633FC0C2" w14:textId="77777777" w:rsidR="00B33886" w:rsidRDefault="00B33886" w:rsidP="00D6365C">
      <w:pPr>
        <w:pStyle w:val="ARTartustawynprozporzdzenia"/>
        <w:ind w:firstLine="0"/>
        <w:jc w:val="right"/>
        <w:rPr>
          <w:rStyle w:val="Ppogrubienie"/>
        </w:rPr>
      </w:pPr>
      <w:r w:rsidRPr="00970053">
        <w:rPr>
          <w:rFonts w:ascii="Times New Roman" w:hAnsi="Times New Roman" w:cs="Times New Roman"/>
          <w:szCs w:val="24"/>
        </w:rPr>
        <w:t xml:space="preserve">do </w:t>
      </w:r>
      <w:r w:rsidRPr="00B00D68">
        <w:rPr>
          <w:rFonts w:ascii="Times New Roman" w:hAnsi="Times New Roman" w:cs="Times New Roman"/>
          <w:szCs w:val="24"/>
        </w:rPr>
        <w:t>Procedur</w:t>
      </w:r>
      <w:r>
        <w:rPr>
          <w:rFonts w:ascii="Times New Roman" w:hAnsi="Times New Roman" w:cs="Times New Roman"/>
          <w:szCs w:val="24"/>
        </w:rPr>
        <w:t>y</w:t>
      </w:r>
      <w:r w:rsidRPr="00B00D68">
        <w:rPr>
          <w:rFonts w:ascii="Times New Roman" w:hAnsi="Times New Roman" w:cs="Times New Roman"/>
          <w:szCs w:val="24"/>
        </w:rPr>
        <w:t xml:space="preserve"> </w:t>
      </w:r>
      <w:r w:rsidRPr="002167D7">
        <w:t xml:space="preserve">wymagań bhp dla wykonawców oraz gości  </w:t>
      </w:r>
    </w:p>
    <w:p w14:paraId="31A178C6" w14:textId="77777777" w:rsidR="00F728BD" w:rsidRPr="006D1704" w:rsidRDefault="00F728BD" w:rsidP="005749DB">
      <w:pPr>
        <w:pStyle w:val="Nagwek"/>
        <w:tabs>
          <w:tab w:val="left" w:pos="708"/>
        </w:tabs>
        <w:rPr>
          <w:sz w:val="24"/>
          <w:szCs w:val="24"/>
        </w:rPr>
      </w:pPr>
    </w:p>
    <w:tbl>
      <w:tblPr>
        <w:tblpPr w:leftFromText="141" w:rightFromText="141" w:vertAnchor="page" w:horzAnchor="margin" w:tblpXSpec="center" w:tblpY="2761"/>
        <w:tblW w:w="10746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7"/>
        <w:gridCol w:w="2916"/>
        <w:gridCol w:w="2175"/>
        <w:gridCol w:w="3131"/>
        <w:gridCol w:w="1076"/>
        <w:gridCol w:w="961"/>
      </w:tblGrid>
      <w:tr w:rsidR="00460D0D" w:rsidRPr="00877578" w14:paraId="5CB2D6B4" w14:textId="77777777" w:rsidTr="00F728BD">
        <w:trPr>
          <w:trHeight w:val="145"/>
        </w:trPr>
        <w:tc>
          <w:tcPr>
            <w:tcW w:w="3403" w:type="dxa"/>
            <w:gridSpan w:val="2"/>
          </w:tcPr>
          <w:p w14:paraId="418ACF29" w14:textId="77777777" w:rsidR="00460D0D" w:rsidRPr="00877578" w:rsidRDefault="00460D0D" w:rsidP="00F728BD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>
              <w:rPr>
                <w:rFonts w:eastAsia="Times New Roman" w:cs="Arial"/>
                <w:sz w:val="24"/>
                <w:szCs w:val="24"/>
                <w:lang w:eastAsia="pl-PL"/>
              </w:rPr>
              <w:t>..............</w:t>
            </w:r>
            <w:r w:rsidRPr="00877578">
              <w:rPr>
                <w:rFonts w:eastAsia="Times New Roman" w:cs="Arial"/>
                <w:sz w:val="24"/>
                <w:szCs w:val="24"/>
                <w:lang w:eastAsia="pl-PL"/>
              </w:rPr>
              <w:t>.............</w:t>
            </w:r>
            <w:r>
              <w:rPr>
                <w:rFonts w:eastAsia="Times New Roman" w:cs="Arial"/>
                <w:sz w:val="24"/>
                <w:szCs w:val="24"/>
                <w:lang w:eastAsia="pl-PL"/>
              </w:rPr>
              <w:t>......................</w:t>
            </w:r>
          </w:p>
        </w:tc>
        <w:tc>
          <w:tcPr>
            <w:tcW w:w="2175" w:type="dxa"/>
          </w:tcPr>
          <w:p w14:paraId="053A32A3" w14:textId="77777777" w:rsidR="00460D0D" w:rsidRPr="00877578" w:rsidRDefault="00460D0D" w:rsidP="00F728BD">
            <w:pPr>
              <w:spacing w:after="0" w:line="240" w:lineRule="auto"/>
              <w:ind w:right="-581"/>
              <w:jc w:val="right"/>
              <w:rPr>
                <w:rFonts w:eastAsia="Times New Roman" w:cs="Arial"/>
                <w:sz w:val="24"/>
                <w:szCs w:val="24"/>
                <w:lang w:eastAsia="pl-PL"/>
              </w:rPr>
            </w:pPr>
            <w:r>
              <w:rPr>
                <w:rFonts w:eastAsia="Times New Roman" w:cs="Arial"/>
                <w:sz w:val="24"/>
                <w:szCs w:val="24"/>
                <w:lang w:eastAsia="pl-PL"/>
              </w:rPr>
              <w:t>.......</w:t>
            </w:r>
          </w:p>
        </w:tc>
        <w:tc>
          <w:tcPr>
            <w:tcW w:w="3131" w:type="dxa"/>
          </w:tcPr>
          <w:p w14:paraId="24B5496B" w14:textId="77777777" w:rsidR="00460D0D" w:rsidRDefault="00460D0D" w:rsidP="00F728BD">
            <w:pPr>
              <w:spacing w:after="0" w:line="240" w:lineRule="auto"/>
              <w:ind w:right="-581"/>
              <w:jc w:val="right"/>
              <w:rPr>
                <w:rFonts w:eastAsia="Times New Roman" w:cs="Arial"/>
                <w:sz w:val="24"/>
                <w:szCs w:val="24"/>
                <w:lang w:eastAsia="pl-PL"/>
              </w:rPr>
            </w:pPr>
            <w:r>
              <w:rPr>
                <w:rFonts w:eastAsia="Times New Roman" w:cs="Arial"/>
                <w:sz w:val="24"/>
                <w:szCs w:val="24"/>
                <w:lang w:eastAsia="pl-PL"/>
              </w:rPr>
              <w:t>..........</w:t>
            </w:r>
            <w:r w:rsidRPr="00877578">
              <w:rPr>
                <w:rFonts w:eastAsia="Times New Roman" w:cs="Arial"/>
                <w:sz w:val="24"/>
                <w:szCs w:val="24"/>
                <w:lang w:eastAsia="pl-PL"/>
              </w:rPr>
              <w:t>.............</w:t>
            </w:r>
            <w:r>
              <w:rPr>
                <w:rFonts w:eastAsia="Times New Roman" w:cs="Arial"/>
                <w:sz w:val="24"/>
                <w:szCs w:val="24"/>
                <w:lang w:eastAsia="pl-PL"/>
              </w:rPr>
              <w:t>......................</w:t>
            </w:r>
          </w:p>
        </w:tc>
        <w:tc>
          <w:tcPr>
            <w:tcW w:w="2037" w:type="dxa"/>
            <w:gridSpan w:val="2"/>
          </w:tcPr>
          <w:p w14:paraId="59CE5C2B" w14:textId="77777777" w:rsidR="00460D0D" w:rsidRDefault="00460D0D" w:rsidP="00F728BD">
            <w:pPr>
              <w:spacing w:after="0" w:line="240" w:lineRule="auto"/>
              <w:ind w:right="-581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877578">
              <w:rPr>
                <w:rFonts w:eastAsia="Times New Roman" w:cs="Arial"/>
                <w:sz w:val="24"/>
                <w:szCs w:val="24"/>
                <w:lang w:eastAsia="pl-PL"/>
              </w:rPr>
              <w:t>....</w:t>
            </w:r>
            <w:r>
              <w:rPr>
                <w:rFonts w:eastAsia="Times New Roman" w:cs="Arial"/>
                <w:sz w:val="24"/>
                <w:szCs w:val="24"/>
                <w:lang w:eastAsia="pl-PL"/>
              </w:rPr>
              <w:t>.................</w:t>
            </w:r>
          </w:p>
        </w:tc>
      </w:tr>
      <w:tr w:rsidR="00460D0D" w:rsidRPr="00877578" w14:paraId="4371D32D" w14:textId="77777777" w:rsidTr="00F728BD">
        <w:trPr>
          <w:trHeight w:val="204"/>
        </w:trPr>
        <w:tc>
          <w:tcPr>
            <w:tcW w:w="3403" w:type="dxa"/>
            <w:gridSpan w:val="2"/>
          </w:tcPr>
          <w:p w14:paraId="53E3A59C" w14:textId="77777777" w:rsidR="00460D0D" w:rsidRPr="00877578" w:rsidRDefault="00460D0D" w:rsidP="00F728BD">
            <w:pPr>
              <w:spacing w:after="0" w:line="360" w:lineRule="auto"/>
              <w:jc w:val="center"/>
              <w:rPr>
                <w:rFonts w:eastAsia="Times New Roman" w:cs="Arial"/>
                <w:sz w:val="16"/>
                <w:szCs w:val="24"/>
                <w:lang w:eastAsia="pl-PL"/>
              </w:rPr>
            </w:pPr>
            <w:r>
              <w:rPr>
                <w:rFonts w:eastAsia="Times New Roman" w:cs="Arial"/>
                <w:sz w:val="16"/>
                <w:szCs w:val="24"/>
                <w:lang w:eastAsia="pl-PL"/>
              </w:rPr>
              <w:t>Wykonawca</w:t>
            </w:r>
          </w:p>
        </w:tc>
        <w:tc>
          <w:tcPr>
            <w:tcW w:w="2175" w:type="dxa"/>
          </w:tcPr>
          <w:p w14:paraId="5F5532ED" w14:textId="77777777" w:rsidR="00460D0D" w:rsidRDefault="00460D0D" w:rsidP="00F728BD">
            <w:pPr>
              <w:spacing w:after="0" w:line="360" w:lineRule="auto"/>
              <w:jc w:val="center"/>
              <w:rPr>
                <w:rFonts w:eastAsia="Times New Roman" w:cs="Arial"/>
                <w:sz w:val="16"/>
                <w:szCs w:val="24"/>
                <w:lang w:eastAsia="pl-PL"/>
              </w:rPr>
            </w:pPr>
          </w:p>
          <w:p w14:paraId="628FA575" w14:textId="77777777" w:rsidR="00460D0D" w:rsidRPr="00877578" w:rsidRDefault="00460D0D" w:rsidP="00F728BD">
            <w:pPr>
              <w:spacing w:after="0" w:line="360" w:lineRule="auto"/>
              <w:jc w:val="center"/>
              <w:rPr>
                <w:rFonts w:eastAsia="Times New Roman" w:cs="Arial"/>
                <w:sz w:val="16"/>
                <w:szCs w:val="24"/>
                <w:lang w:eastAsia="pl-PL"/>
              </w:rPr>
            </w:pPr>
          </w:p>
        </w:tc>
        <w:tc>
          <w:tcPr>
            <w:tcW w:w="3131" w:type="dxa"/>
          </w:tcPr>
          <w:p w14:paraId="3BCB60E8" w14:textId="77777777" w:rsidR="00460D0D" w:rsidRPr="00877578" w:rsidRDefault="00460D0D" w:rsidP="00F728BD">
            <w:pPr>
              <w:spacing w:after="0" w:line="360" w:lineRule="auto"/>
              <w:jc w:val="right"/>
              <w:rPr>
                <w:rFonts w:eastAsia="Times New Roman" w:cs="Arial"/>
                <w:sz w:val="16"/>
                <w:szCs w:val="24"/>
                <w:lang w:eastAsia="pl-PL"/>
              </w:rPr>
            </w:pPr>
            <w:r>
              <w:rPr>
                <w:rFonts w:eastAsia="Times New Roman" w:cs="Arial"/>
                <w:sz w:val="16"/>
                <w:szCs w:val="24"/>
                <w:lang w:eastAsia="pl-PL"/>
              </w:rPr>
              <w:t>Miejscowość,</w:t>
            </w:r>
          </w:p>
        </w:tc>
        <w:tc>
          <w:tcPr>
            <w:tcW w:w="2037" w:type="dxa"/>
            <w:gridSpan w:val="2"/>
          </w:tcPr>
          <w:p w14:paraId="0451713D" w14:textId="77777777" w:rsidR="00460D0D" w:rsidRPr="00877578" w:rsidRDefault="00460D0D" w:rsidP="00F728BD">
            <w:pPr>
              <w:spacing w:after="0" w:line="360" w:lineRule="auto"/>
              <w:rPr>
                <w:rFonts w:eastAsia="Times New Roman" w:cs="Arial"/>
                <w:sz w:val="16"/>
                <w:szCs w:val="24"/>
                <w:lang w:eastAsia="pl-PL"/>
              </w:rPr>
            </w:pPr>
            <w:r>
              <w:rPr>
                <w:rFonts w:eastAsia="Times New Roman" w:cs="Arial"/>
                <w:sz w:val="16"/>
                <w:szCs w:val="24"/>
                <w:lang w:eastAsia="pl-PL"/>
              </w:rPr>
              <w:t>dnia</w:t>
            </w:r>
          </w:p>
        </w:tc>
      </w:tr>
      <w:tr w:rsidR="00460D0D" w:rsidRPr="00227A24" w14:paraId="58233AEB" w14:textId="77777777" w:rsidTr="00F728B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Before w:val="1"/>
          <w:gridAfter w:val="1"/>
          <w:wBefore w:w="487" w:type="dxa"/>
          <w:wAfter w:w="961" w:type="dxa"/>
          <w:trHeight w:val="989"/>
        </w:trPr>
        <w:tc>
          <w:tcPr>
            <w:tcW w:w="9298" w:type="dxa"/>
            <w:gridSpan w:val="4"/>
            <w:shd w:val="clear" w:color="auto" w:fill="F3F3F3"/>
          </w:tcPr>
          <w:p w14:paraId="00BF5106" w14:textId="77777777" w:rsidR="00460D0D" w:rsidRPr="006D1704" w:rsidRDefault="00460D0D" w:rsidP="00F728BD">
            <w:pPr>
              <w:spacing w:after="0"/>
              <w:jc w:val="center"/>
              <w:rPr>
                <w:rFonts w:cs="Arial"/>
                <w:b/>
                <w:sz w:val="8"/>
                <w:szCs w:val="8"/>
              </w:rPr>
            </w:pPr>
          </w:p>
          <w:p w14:paraId="46940754" w14:textId="77777777" w:rsidR="00460D0D" w:rsidRDefault="00460D0D" w:rsidP="00F728BD">
            <w:pPr>
              <w:spacing w:after="0"/>
              <w:jc w:val="center"/>
              <w:rPr>
                <w:rFonts w:cs="Arial"/>
                <w:b/>
                <w:sz w:val="28"/>
                <w:szCs w:val="28"/>
              </w:rPr>
            </w:pPr>
            <w:r>
              <w:rPr>
                <w:rFonts w:cs="Arial"/>
                <w:b/>
                <w:sz w:val="28"/>
                <w:szCs w:val="28"/>
              </w:rPr>
              <w:t>Informacja o zaistniałym Zdarzeniu</w:t>
            </w:r>
          </w:p>
          <w:p w14:paraId="37EA0B8B" w14:textId="77777777" w:rsidR="00460D0D" w:rsidRPr="006D1704" w:rsidRDefault="00460D0D" w:rsidP="00F728BD">
            <w:pPr>
              <w:spacing w:after="0"/>
              <w:jc w:val="center"/>
              <w:rPr>
                <w:rFonts w:cs="Arial"/>
                <w:b/>
                <w:sz w:val="8"/>
                <w:szCs w:val="8"/>
              </w:rPr>
            </w:pPr>
          </w:p>
          <w:p w14:paraId="28C99343" w14:textId="2CE1FEB3" w:rsidR="00460D0D" w:rsidRPr="00227A24" w:rsidRDefault="00460D0D" w:rsidP="00F728BD">
            <w:pPr>
              <w:jc w:val="center"/>
              <w:rPr>
                <w:rFonts w:cs="Arial"/>
              </w:rPr>
            </w:pPr>
            <w:r w:rsidRPr="006D1704">
              <w:rPr>
                <w:b/>
                <w:bCs/>
                <w:sz w:val="28"/>
                <w:szCs w:val="28"/>
              </w:rPr>
              <w:t>Części I – Informacja wstępna</w:t>
            </w:r>
          </w:p>
        </w:tc>
      </w:tr>
    </w:tbl>
    <w:p w14:paraId="45091EA8" w14:textId="77777777" w:rsidR="00F728BD" w:rsidRDefault="00F728BD" w:rsidP="00877578">
      <w:pPr>
        <w:rPr>
          <w:szCs w:val="20"/>
        </w:rPr>
      </w:pPr>
    </w:p>
    <w:p w14:paraId="2AB4137C" w14:textId="77777777" w:rsidR="00BB4519" w:rsidRDefault="00BB4519" w:rsidP="00877578">
      <w:pPr>
        <w:rPr>
          <w:szCs w:val="20"/>
        </w:rPr>
      </w:pPr>
    </w:p>
    <w:p w14:paraId="775E3FCF" w14:textId="4CC13250" w:rsidR="00877578" w:rsidRDefault="00C34EC1" w:rsidP="00877578">
      <w:pPr>
        <w:rPr>
          <w:szCs w:val="20"/>
        </w:rPr>
      </w:pPr>
      <w:r>
        <w:rPr>
          <w:szCs w:val="20"/>
        </w:rPr>
        <w:t>Informuję,</w:t>
      </w:r>
      <w:r w:rsidR="00877578">
        <w:rPr>
          <w:szCs w:val="20"/>
        </w:rPr>
        <w:t xml:space="preserve"> że w dniu: </w:t>
      </w:r>
      <w:r w:rsidR="00DF4F0E">
        <w:rPr>
          <w:szCs w:val="20"/>
        </w:rPr>
        <w:t>……………………</w:t>
      </w:r>
      <w:r w:rsidR="00877578">
        <w:rPr>
          <w:szCs w:val="20"/>
        </w:rPr>
        <w:t xml:space="preserve">o godzinie: </w:t>
      </w:r>
      <w:r w:rsidR="00DF4F0E">
        <w:rPr>
          <w:szCs w:val="20"/>
        </w:rPr>
        <w:t>……………………</w:t>
      </w:r>
      <w:r w:rsidR="003B4D91">
        <w:rPr>
          <w:szCs w:val="20"/>
        </w:rPr>
        <w:t xml:space="preserve">  d</w:t>
      </w:r>
      <w:r w:rsidR="00E46CBF">
        <w:rPr>
          <w:szCs w:val="20"/>
        </w:rPr>
        <w:t>oszło do Zdarzenia</w:t>
      </w:r>
      <w:r w:rsidR="00E46CBF">
        <w:rPr>
          <w:szCs w:val="20"/>
          <w:vertAlign w:val="superscript"/>
        </w:rPr>
        <w:t>1)</w:t>
      </w:r>
      <w:r w:rsidR="00E46CBF">
        <w:rPr>
          <w:szCs w:val="20"/>
        </w:rPr>
        <w:t>:</w:t>
      </w:r>
    </w:p>
    <w:p w14:paraId="75C2EFE4" w14:textId="35BDE083" w:rsidR="00E46CBF" w:rsidRDefault="00246C13" w:rsidP="00E46CBF">
      <w:pPr>
        <w:pStyle w:val="Akapitzlist"/>
        <w:numPr>
          <w:ilvl w:val="0"/>
          <w:numId w:val="26"/>
        </w:numPr>
        <w:rPr>
          <w:szCs w:val="20"/>
        </w:rPr>
      </w:pPr>
      <w:r>
        <w:rPr>
          <w:szCs w:val="20"/>
        </w:rPr>
        <w:t>W</w:t>
      </w:r>
      <w:r w:rsidR="00977C09">
        <w:rPr>
          <w:szCs w:val="20"/>
        </w:rPr>
        <w:t>ypadku</w:t>
      </w:r>
      <w:r w:rsidR="00E46CBF">
        <w:rPr>
          <w:szCs w:val="20"/>
        </w:rPr>
        <w:t>:</w:t>
      </w:r>
    </w:p>
    <w:p w14:paraId="5279FC3B" w14:textId="77777777" w:rsidR="00E46CBF" w:rsidRDefault="00E46CBF" w:rsidP="00E46CBF">
      <w:pPr>
        <w:pStyle w:val="Akapitzlist"/>
        <w:numPr>
          <w:ilvl w:val="0"/>
          <w:numId w:val="27"/>
        </w:numPr>
        <w:rPr>
          <w:szCs w:val="20"/>
        </w:rPr>
      </w:pPr>
      <w:r>
        <w:rPr>
          <w:szCs w:val="20"/>
        </w:rPr>
        <w:t>pojedynczy/zbiorowy/ciężki/śmiertelny*</w:t>
      </w:r>
    </w:p>
    <w:p w14:paraId="2CCE4DC2" w14:textId="77777777" w:rsidR="00E46CBF" w:rsidRDefault="00E46CBF" w:rsidP="00E46CBF">
      <w:pPr>
        <w:pStyle w:val="Akapitzlist"/>
        <w:numPr>
          <w:ilvl w:val="0"/>
          <w:numId w:val="26"/>
        </w:numPr>
        <w:rPr>
          <w:szCs w:val="20"/>
        </w:rPr>
      </w:pPr>
      <w:r>
        <w:rPr>
          <w:szCs w:val="20"/>
        </w:rPr>
        <w:t>Pożaru</w:t>
      </w:r>
    </w:p>
    <w:p w14:paraId="0189DBA7" w14:textId="77777777" w:rsidR="00E46CBF" w:rsidRPr="00E46CBF" w:rsidRDefault="00E46CBF" w:rsidP="00E46CBF">
      <w:pPr>
        <w:pStyle w:val="Akapitzlist"/>
        <w:numPr>
          <w:ilvl w:val="0"/>
          <w:numId w:val="26"/>
        </w:numPr>
        <w:rPr>
          <w:szCs w:val="20"/>
        </w:rPr>
      </w:pPr>
      <w:r>
        <w:rPr>
          <w:szCs w:val="20"/>
        </w:rPr>
        <w:t>Wybuchu</w:t>
      </w:r>
    </w:p>
    <w:p w14:paraId="20BC56C8" w14:textId="77777777" w:rsidR="002F157C" w:rsidRDefault="00E46CBF" w:rsidP="002F157C">
      <w:pPr>
        <w:spacing w:after="0"/>
        <w:rPr>
          <w:szCs w:val="20"/>
        </w:rPr>
      </w:pPr>
      <w:r>
        <w:rPr>
          <w:szCs w:val="20"/>
        </w:rPr>
        <w:t xml:space="preserve">W czasie realizacji Zadania </w:t>
      </w:r>
      <w:r w:rsidR="00DF4F0E">
        <w:rPr>
          <w:szCs w:val="20"/>
        </w:rPr>
        <w:t>……………………………………….</w:t>
      </w:r>
      <w:r w:rsidR="002F157C">
        <w:rPr>
          <w:szCs w:val="20"/>
        </w:rPr>
        <w:t>,</w:t>
      </w:r>
      <w:r>
        <w:rPr>
          <w:szCs w:val="20"/>
        </w:rPr>
        <w:t>………………………………………</w:t>
      </w:r>
    </w:p>
    <w:p w14:paraId="745A0A93" w14:textId="77777777" w:rsidR="002F157C" w:rsidRPr="00877578" w:rsidRDefault="002F157C" w:rsidP="002F157C">
      <w:pPr>
        <w:spacing w:after="0"/>
        <w:rPr>
          <w:szCs w:val="20"/>
        </w:rPr>
      </w:pPr>
    </w:p>
    <w:p w14:paraId="3D549F87" w14:textId="77777777" w:rsidR="00877578" w:rsidRDefault="00E46CBF" w:rsidP="003B4D91">
      <w:pPr>
        <w:numPr>
          <w:ilvl w:val="0"/>
          <w:numId w:val="25"/>
        </w:numPr>
        <w:ind w:left="360"/>
        <w:rPr>
          <w:szCs w:val="20"/>
        </w:rPr>
      </w:pPr>
      <w:r>
        <w:rPr>
          <w:szCs w:val="20"/>
        </w:rPr>
        <w:t>Miejsce Zdarzenia</w:t>
      </w:r>
      <w:r w:rsidR="00877578">
        <w:rPr>
          <w:szCs w:val="20"/>
        </w:rPr>
        <w:t xml:space="preserve"> </w:t>
      </w:r>
    </w:p>
    <w:p w14:paraId="7278D27C" w14:textId="0042C859" w:rsidR="00DF4F0E" w:rsidRDefault="00DF4F0E" w:rsidP="003B4D91">
      <w:pPr>
        <w:ind w:left="426"/>
        <w:rPr>
          <w:szCs w:val="20"/>
        </w:rPr>
      </w:pPr>
      <w:r>
        <w:rPr>
          <w:szCs w:val="2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3B4D91">
        <w:rPr>
          <w:szCs w:val="20"/>
        </w:rPr>
        <w:t>.............</w:t>
      </w:r>
    </w:p>
    <w:p w14:paraId="202FD416" w14:textId="77777777" w:rsidR="00877578" w:rsidRDefault="00F30D6F" w:rsidP="003B4D91">
      <w:pPr>
        <w:numPr>
          <w:ilvl w:val="0"/>
          <w:numId w:val="25"/>
        </w:numPr>
        <w:ind w:left="360"/>
        <w:rPr>
          <w:szCs w:val="20"/>
        </w:rPr>
      </w:pPr>
      <w:r>
        <w:rPr>
          <w:szCs w:val="20"/>
        </w:rPr>
        <w:t>Skrócony opis Z</w:t>
      </w:r>
      <w:r w:rsidR="00902753">
        <w:rPr>
          <w:szCs w:val="20"/>
        </w:rPr>
        <w:t>darzenia (</w:t>
      </w:r>
      <w:r>
        <w:rPr>
          <w:szCs w:val="20"/>
        </w:rPr>
        <w:t>przyczyna, okoliczności, przebieg, skutek</w:t>
      </w:r>
      <w:r w:rsidR="00877578">
        <w:rPr>
          <w:szCs w:val="20"/>
        </w:rPr>
        <w:t>):</w:t>
      </w:r>
    </w:p>
    <w:p w14:paraId="65E81F57" w14:textId="6D053FD1" w:rsidR="00DF4F0E" w:rsidRPr="00DF4F0E" w:rsidRDefault="00DF4F0E" w:rsidP="003B4D91">
      <w:pPr>
        <w:pStyle w:val="Akapitzlist"/>
        <w:ind w:left="426"/>
        <w:rPr>
          <w:szCs w:val="20"/>
        </w:rPr>
      </w:pPr>
      <w:r w:rsidRPr="00DF4F0E">
        <w:rPr>
          <w:szCs w:val="2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3B4D91">
        <w:rPr>
          <w:szCs w:val="20"/>
        </w:rPr>
        <w:t>....................</w:t>
      </w:r>
    </w:p>
    <w:p w14:paraId="15073429" w14:textId="77777777" w:rsidR="00877578" w:rsidRPr="00F30D6F" w:rsidRDefault="00E46CBF" w:rsidP="003B4D91">
      <w:pPr>
        <w:numPr>
          <w:ilvl w:val="0"/>
          <w:numId w:val="25"/>
        </w:numPr>
        <w:ind w:left="360"/>
        <w:rPr>
          <w:szCs w:val="20"/>
        </w:rPr>
      </w:pPr>
      <w:r>
        <w:rPr>
          <w:szCs w:val="20"/>
        </w:rPr>
        <w:t>W związku z zaistniałym</w:t>
      </w:r>
      <w:r w:rsidR="00F30D6F">
        <w:rPr>
          <w:szCs w:val="20"/>
        </w:rPr>
        <w:t xml:space="preserve"> Z</w:t>
      </w:r>
      <w:r>
        <w:rPr>
          <w:szCs w:val="20"/>
        </w:rPr>
        <w:t>darzeniem zostały podjęte działania przez zewnętrzne jednostki</w:t>
      </w:r>
      <w:r w:rsidR="00F30D6F">
        <w:rPr>
          <w:szCs w:val="20"/>
        </w:rPr>
        <w:t xml:space="preserve"> TAK/NIE *</w:t>
      </w:r>
      <w:r>
        <w:rPr>
          <w:szCs w:val="20"/>
        </w:rPr>
        <w:t xml:space="preserve">, </w:t>
      </w:r>
      <w:r w:rsidRPr="00F30D6F">
        <w:rPr>
          <w:szCs w:val="20"/>
        </w:rPr>
        <w:t>takie jak</w:t>
      </w:r>
      <w:r w:rsidR="00F30D6F" w:rsidRPr="00F30D6F">
        <w:rPr>
          <w:szCs w:val="20"/>
          <w:vertAlign w:val="superscript"/>
        </w:rPr>
        <w:t>1)</w:t>
      </w:r>
      <w:r w:rsidRPr="00F30D6F">
        <w:rPr>
          <w:szCs w:val="20"/>
        </w:rPr>
        <w:t>:</w:t>
      </w:r>
    </w:p>
    <w:p w14:paraId="5068BD6B" w14:textId="77777777" w:rsidR="00E46CBF" w:rsidRDefault="00E46CBF" w:rsidP="00E46CBF">
      <w:pPr>
        <w:pStyle w:val="Akapitzlist"/>
        <w:numPr>
          <w:ilvl w:val="0"/>
          <w:numId w:val="28"/>
        </w:numPr>
        <w:rPr>
          <w:szCs w:val="20"/>
        </w:rPr>
      </w:pPr>
      <w:r>
        <w:rPr>
          <w:szCs w:val="20"/>
        </w:rPr>
        <w:t>Policja</w:t>
      </w:r>
    </w:p>
    <w:p w14:paraId="5D37985F" w14:textId="77777777" w:rsidR="00E46CBF" w:rsidRDefault="00E46CBF" w:rsidP="00E46CBF">
      <w:pPr>
        <w:pStyle w:val="Akapitzlist"/>
        <w:numPr>
          <w:ilvl w:val="0"/>
          <w:numId w:val="28"/>
        </w:numPr>
        <w:rPr>
          <w:szCs w:val="20"/>
        </w:rPr>
      </w:pPr>
      <w:r>
        <w:rPr>
          <w:szCs w:val="20"/>
        </w:rPr>
        <w:t>Pogotowie ratunkowe</w:t>
      </w:r>
    </w:p>
    <w:p w14:paraId="38DD60EF" w14:textId="77777777" w:rsidR="00E46CBF" w:rsidRDefault="00D5776A" w:rsidP="00E46CBF">
      <w:pPr>
        <w:pStyle w:val="Akapitzlist"/>
        <w:numPr>
          <w:ilvl w:val="0"/>
          <w:numId w:val="28"/>
        </w:numPr>
        <w:rPr>
          <w:szCs w:val="20"/>
        </w:rPr>
      </w:pPr>
      <w:r>
        <w:rPr>
          <w:szCs w:val="20"/>
        </w:rPr>
        <w:t>Państwowa Straż P</w:t>
      </w:r>
      <w:r w:rsidR="00E46CBF">
        <w:rPr>
          <w:szCs w:val="20"/>
        </w:rPr>
        <w:t>ożarna</w:t>
      </w:r>
    </w:p>
    <w:p w14:paraId="1FDC844C" w14:textId="77777777" w:rsidR="00E46CBF" w:rsidRDefault="00E46CBF" w:rsidP="00E46CBF">
      <w:pPr>
        <w:pStyle w:val="Akapitzlist"/>
        <w:numPr>
          <w:ilvl w:val="0"/>
          <w:numId w:val="28"/>
        </w:numPr>
        <w:rPr>
          <w:szCs w:val="20"/>
        </w:rPr>
      </w:pPr>
      <w:r>
        <w:rPr>
          <w:szCs w:val="20"/>
        </w:rPr>
        <w:t>Państwowa Inspekcja Pracy</w:t>
      </w:r>
    </w:p>
    <w:p w14:paraId="55D1C5A5" w14:textId="7899FD6E" w:rsidR="00877578" w:rsidRPr="006D1704" w:rsidRDefault="00E46CBF" w:rsidP="00877578">
      <w:pPr>
        <w:pStyle w:val="Akapitzlist"/>
        <w:numPr>
          <w:ilvl w:val="0"/>
          <w:numId w:val="28"/>
        </w:numPr>
        <w:rPr>
          <w:szCs w:val="20"/>
        </w:rPr>
      </w:pPr>
      <w:r>
        <w:rPr>
          <w:szCs w:val="20"/>
        </w:rPr>
        <w:t>Prokuratura</w:t>
      </w:r>
    </w:p>
    <w:tbl>
      <w:tblPr>
        <w:tblW w:w="0" w:type="auto"/>
        <w:tblInd w:w="545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55"/>
      </w:tblGrid>
      <w:tr w:rsidR="00877578" w:rsidRPr="00877578" w14:paraId="4604671F" w14:textId="77777777" w:rsidTr="007B70A2">
        <w:tc>
          <w:tcPr>
            <w:tcW w:w="3755" w:type="dxa"/>
          </w:tcPr>
          <w:p w14:paraId="6B981FAF" w14:textId="77777777" w:rsidR="00877578" w:rsidRPr="00877578" w:rsidRDefault="00877578" w:rsidP="00DF4F0E">
            <w:pPr>
              <w:spacing w:after="0"/>
              <w:rPr>
                <w:szCs w:val="20"/>
              </w:rPr>
            </w:pPr>
            <w:r w:rsidRPr="00877578">
              <w:rPr>
                <w:szCs w:val="20"/>
              </w:rPr>
              <w:t>......................................................</w:t>
            </w:r>
          </w:p>
        </w:tc>
      </w:tr>
      <w:tr w:rsidR="00877578" w:rsidRPr="00877578" w14:paraId="1D7AA576" w14:textId="77777777" w:rsidTr="007B70A2">
        <w:tc>
          <w:tcPr>
            <w:tcW w:w="3755" w:type="dxa"/>
          </w:tcPr>
          <w:p w14:paraId="31F4F57E" w14:textId="6BC1E677" w:rsidR="00877578" w:rsidRPr="00877578" w:rsidRDefault="00877578" w:rsidP="00877578">
            <w:pPr>
              <w:rPr>
                <w:i/>
                <w:sz w:val="16"/>
                <w:szCs w:val="16"/>
              </w:rPr>
            </w:pPr>
            <w:r w:rsidRPr="00877578">
              <w:rPr>
                <w:i/>
                <w:sz w:val="16"/>
                <w:szCs w:val="16"/>
              </w:rPr>
              <w:t>po</w:t>
            </w:r>
            <w:r w:rsidR="008B4C29">
              <w:rPr>
                <w:i/>
                <w:sz w:val="16"/>
                <w:szCs w:val="16"/>
              </w:rPr>
              <w:t>dpis przedstawiciela Wykonawcy/</w:t>
            </w:r>
            <w:r w:rsidR="00FF13BA">
              <w:rPr>
                <w:i/>
                <w:sz w:val="16"/>
                <w:szCs w:val="16"/>
              </w:rPr>
              <w:t>Kierującego zespołem</w:t>
            </w:r>
          </w:p>
        </w:tc>
      </w:tr>
    </w:tbl>
    <w:p w14:paraId="052A6CAC" w14:textId="77777777" w:rsidR="005749DB" w:rsidRPr="00F30D6F" w:rsidRDefault="00877578" w:rsidP="00F30D6F">
      <w:pPr>
        <w:spacing w:after="0" w:line="240" w:lineRule="auto"/>
        <w:rPr>
          <w:sz w:val="16"/>
          <w:szCs w:val="16"/>
        </w:rPr>
      </w:pPr>
      <w:r w:rsidRPr="00F30D6F">
        <w:rPr>
          <w:sz w:val="16"/>
          <w:szCs w:val="16"/>
        </w:rPr>
        <w:t>* niepotrzebne skreślić</w:t>
      </w:r>
    </w:p>
    <w:p w14:paraId="4797BCEE" w14:textId="469C707A" w:rsidR="00F30D6F" w:rsidRDefault="00F30D6F" w:rsidP="00F30D6F">
      <w:pPr>
        <w:spacing w:after="0" w:line="240" w:lineRule="auto"/>
        <w:rPr>
          <w:sz w:val="16"/>
          <w:szCs w:val="16"/>
        </w:rPr>
      </w:pPr>
      <w:r w:rsidRPr="00F30D6F">
        <w:rPr>
          <w:sz w:val="16"/>
          <w:szCs w:val="16"/>
        </w:rPr>
        <w:t>1)zaznaczyć właściwe</w:t>
      </w:r>
    </w:p>
    <w:p w14:paraId="7A93DA8C" w14:textId="7DB05524" w:rsidR="006D1704" w:rsidRDefault="006D1704" w:rsidP="00F30D6F">
      <w:pPr>
        <w:spacing w:after="0" w:line="240" w:lineRule="auto"/>
        <w:rPr>
          <w:sz w:val="16"/>
          <w:szCs w:val="16"/>
        </w:rPr>
      </w:pPr>
    </w:p>
    <w:p w14:paraId="70BF3E09" w14:textId="73BBD820" w:rsidR="003B4D91" w:rsidRDefault="003B4D91" w:rsidP="00F30D6F">
      <w:pPr>
        <w:spacing w:after="0" w:line="240" w:lineRule="auto"/>
        <w:rPr>
          <w:sz w:val="16"/>
          <w:szCs w:val="16"/>
        </w:rPr>
      </w:pPr>
    </w:p>
    <w:p w14:paraId="085F4362" w14:textId="49A8AE8A" w:rsidR="003B4D91" w:rsidRDefault="003B4D91" w:rsidP="00F30D6F">
      <w:pPr>
        <w:spacing w:after="0" w:line="240" w:lineRule="auto"/>
        <w:rPr>
          <w:sz w:val="16"/>
          <w:szCs w:val="16"/>
        </w:rPr>
      </w:pPr>
    </w:p>
    <w:p w14:paraId="673CB6DA" w14:textId="1F3FB76B" w:rsidR="003B4D91" w:rsidRDefault="003B4D91" w:rsidP="00F30D6F">
      <w:pPr>
        <w:spacing w:after="0" w:line="240" w:lineRule="auto"/>
        <w:rPr>
          <w:sz w:val="16"/>
          <w:szCs w:val="16"/>
        </w:rPr>
      </w:pPr>
    </w:p>
    <w:p w14:paraId="6A6C3EC3" w14:textId="55B0B633" w:rsidR="003B4D91" w:rsidRDefault="003B4D91" w:rsidP="00F30D6F">
      <w:pPr>
        <w:spacing w:after="0" w:line="240" w:lineRule="auto"/>
        <w:rPr>
          <w:sz w:val="16"/>
          <w:szCs w:val="16"/>
        </w:rPr>
      </w:pPr>
    </w:p>
    <w:p w14:paraId="10AA1B15" w14:textId="68DDB36B" w:rsidR="00B04115" w:rsidRDefault="00B04115" w:rsidP="00F30D6F">
      <w:pPr>
        <w:spacing w:after="0" w:line="240" w:lineRule="auto"/>
        <w:rPr>
          <w:sz w:val="16"/>
          <w:szCs w:val="16"/>
        </w:rPr>
      </w:pPr>
    </w:p>
    <w:p w14:paraId="1C38F1F4" w14:textId="77777777" w:rsidR="00B04115" w:rsidRDefault="00B04115" w:rsidP="00F30D6F">
      <w:pPr>
        <w:spacing w:after="0" w:line="240" w:lineRule="auto"/>
        <w:rPr>
          <w:sz w:val="16"/>
          <w:szCs w:val="16"/>
        </w:rPr>
      </w:pPr>
    </w:p>
    <w:tbl>
      <w:tblPr>
        <w:tblW w:w="10746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7"/>
        <w:gridCol w:w="2916"/>
        <w:gridCol w:w="2175"/>
        <w:gridCol w:w="3131"/>
        <w:gridCol w:w="1076"/>
        <w:gridCol w:w="961"/>
      </w:tblGrid>
      <w:tr w:rsidR="003B4D91" w:rsidRPr="00877578" w14:paraId="163C1723" w14:textId="77777777" w:rsidTr="008578B3">
        <w:trPr>
          <w:trHeight w:val="777"/>
          <w:jc w:val="center"/>
        </w:trPr>
        <w:tc>
          <w:tcPr>
            <w:tcW w:w="3404" w:type="dxa"/>
            <w:gridSpan w:val="2"/>
            <w:vAlign w:val="bottom"/>
          </w:tcPr>
          <w:p w14:paraId="5A9E5FAE" w14:textId="77777777" w:rsidR="003B4D91" w:rsidRPr="00877578" w:rsidRDefault="003B4D91" w:rsidP="00F14C25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>
              <w:rPr>
                <w:rFonts w:eastAsia="Times New Roman" w:cs="Arial"/>
                <w:sz w:val="24"/>
                <w:szCs w:val="24"/>
                <w:lang w:eastAsia="pl-PL"/>
              </w:rPr>
              <w:t>..............</w:t>
            </w:r>
            <w:r w:rsidRPr="00877578">
              <w:rPr>
                <w:rFonts w:eastAsia="Times New Roman" w:cs="Arial"/>
                <w:sz w:val="24"/>
                <w:szCs w:val="24"/>
                <w:lang w:eastAsia="pl-PL"/>
              </w:rPr>
              <w:t>.............</w:t>
            </w:r>
            <w:r>
              <w:rPr>
                <w:rFonts w:eastAsia="Times New Roman" w:cs="Arial"/>
                <w:sz w:val="24"/>
                <w:szCs w:val="24"/>
                <w:lang w:eastAsia="pl-PL"/>
              </w:rPr>
              <w:t>......................</w:t>
            </w:r>
          </w:p>
        </w:tc>
        <w:tc>
          <w:tcPr>
            <w:tcW w:w="2220" w:type="dxa"/>
            <w:vAlign w:val="bottom"/>
          </w:tcPr>
          <w:p w14:paraId="08C97D17" w14:textId="77777777" w:rsidR="003B4D91" w:rsidRPr="00877578" w:rsidRDefault="003B4D91" w:rsidP="00F14C25">
            <w:pPr>
              <w:spacing w:after="0" w:line="240" w:lineRule="auto"/>
              <w:ind w:right="-581"/>
              <w:jc w:val="right"/>
              <w:rPr>
                <w:rFonts w:eastAsia="Times New Roman" w:cs="Arial"/>
                <w:sz w:val="24"/>
                <w:szCs w:val="24"/>
                <w:lang w:eastAsia="pl-PL"/>
              </w:rPr>
            </w:pPr>
            <w:r>
              <w:rPr>
                <w:rFonts w:eastAsia="Times New Roman" w:cs="Arial"/>
                <w:sz w:val="24"/>
                <w:szCs w:val="24"/>
                <w:lang w:eastAsia="pl-PL"/>
              </w:rPr>
              <w:t>.......</w:t>
            </w:r>
          </w:p>
        </w:tc>
        <w:tc>
          <w:tcPr>
            <w:tcW w:w="3071" w:type="dxa"/>
            <w:vAlign w:val="bottom"/>
          </w:tcPr>
          <w:p w14:paraId="34D09DE5" w14:textId="77777777" w:rsidR="003B4D91" w:rsidRDefault="003B4D91" w:rsidP="00F14C25">
            <w:pPr>
              <w:spacing w:after="0" w:line="240" w:lineRule="auto"/>
              <w:ind w:right="-581"/>
              <w:jc w:val="right"/>
              <w:rPr>
                <w:rFonts w:eastAsia="Times New Roman" w:cs="Arial"/>
                <w:sz w:val="24"/>
                <w:szCs w:val="24"/>
                <w:lang w:eastAsia="pl-PL"/>
              </w:rPr>
            </w:pPr>
            <w:r>
              <w:rPr>
                <w:rFonts w:eastAsia="Times New Roman" w:cs="Arial"/>
                <w:sz w:val="24"/>
                <w:szCs w:val="24"/>
                <w:lang w:eastAsia="pl-PL"/>
              </w:rPr>
              <w:t>..........</w:t>
            </w:r>
            <w:r w:rsidRPr="00877578">
              <w:rPr>
                <w:rFonts w:eastAsia="Times New Roman" w:cs="Arial"/>
                <w:sz w:val="24"/>
                <w:szCs w:val="24"/>
                <w:lang w:eastAsia="pl-PL"/>
              </w:rPr>
              <w:t>.............</w:t>
            </w:r>
            <w:r>
              <w:rPr>
                <w:rFonts w:eastAsia="Times New Roman" w:cs="Arial"/>
                <w:sz w:val="24"/>
                <w:szCs w:val="24"/>
                <w:lang w:eastAsia="pl-PL"/>
              </w:rPr>
              <w:t>......................</w:t>
            </w:r>
          </w:p>
        </w:tc>
        <w:tc>
          <w:tcPr>
            <w:tcW w:w="2051" w:type="dxa"/>
            <w:gridSpan w:val="2"/>
            <w:vAlign w:val="bottom"/>
          </w:tcPr>
          <w:p w14:paraId="4246190E" w14:textId="77777777" w:rsidR="003B4D91" w:rsidRDefault="003B4D91" w:rsidP="00F14C25">
            <w:pPr>
              <w:spacing w:after="0" w:line="240" w:lineRule="auto"/>
              <w:ind w:right="-581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877578">
              <w:rPr>
                <w:rFonts w:eastAsia="Times New Roman" w:cs="Arial"/>
                <w:sz w:val="24"/>
                <w:szCs w:val="24"/>
                <w:lang w:eastAsia="pl-PL"/>
              </w:rPr>
              <w:t>....</w:t>
            </w:r>
            <w:r>
              <w:rPr>
                <w:rFonts w:eastAsia="Times New Roman" w:cs="Arial"/>
                <w:sz w:val="24"/>
                <w:szCs w:val="24"/>
                <w:lang w:eastAsia="pl-PL"/>
              </w:rPr>
              <w:t>.................</w:t>
            </w:r>
          </w:p>
        </w:tc>
      </w:tr>
      <w:tr w:rsidR="003B4D91" w:rsidRPr="00877578" w14:paraId="31BB7D7D" w14:textId="77777777" w:rsidTr="00F14C25">
        <w:trPr>
          <w:trHeight w:val="204"/>
          <w:jc w:val="center"/>
        </w:trPr>
        <w:tc>
          <w:tcPr>
            <w:tcW w:w="3404" w:type="dxa"/>
            <w:gridSpan w:val="2"/>
          </w:tcPr>
          <w:p w14:paraId="1A506685" w14:textId="77777777" w:rsidR="003B4D91" w:rsidRPr="00877578" w:rsidRDefault="003B4D91" w:rsidP="00F14C25">
            <w:pPr>
              <w:spacing w:after="0" w:line="360" w:lineRule="auto"/>
              <w:jc w:val="center"/>
              <w:rPr>
                <w:rFonts w:eastAsia="Times New Roman" w:cs="Arial"/>
                <w:sz w:val="16"/>
                <w:szCs w:val="24"/>
                <w:lang w:eastAsia="pl-PL"/>
              </w:rPr>
            </w:pPr>
            <w:r>
              <w:rPr>
                <w:rFonts w:eastAsia="Times New Roman" w:cs="Arial"/>
                <w:sz w:val="16"/>
                <w:szCs w:val="24"/>
                <w:lang w:eastAsia="pl-PL"/>
              </w:rPr>
              <w:t>Wykonawca</w:t>
            </w:r>
          </w:p>
        </w:tc>
        <w:tc>
          <w:tcPr>
            <w:tcW w:w="2220" w:type="dxa"/>
          </w:tcPr>
          <w:p w14:paraId="1979B6C3" w14:textId="77777777" w:rsidR="003B4D91" w:rsidRDefault="003B4D91" w:rsidP="00F14C25">
            <w:pPr>
              <w:spacing w:after="0" w:line="360" w:lineRule="auto"/>
              <w:jc w:val="center"/>
              <w:rPr>
                <w:rFonts w:eastAsia="Times New Roman" w:cs="Arial"/>
                <w:sz w:val="16"/>
                <w:szCs w:val="24"/>
                <w:lang w:eastAsia="pl-PL"/>
              </w:rPr>
            </w:pPr>
          </w:p>
          <w:p w14:paraId="6D652463" w14:textId="77777777" w:rsidR="003B4D91" w:rsidRPr="00877578" w:rsidRDefault="003B4D91" w:rsidP="00F14C25">
            <w:pPr>
              <w:spacing w:after="0" w:line="360" w:lineRule="auto"/>
              <w:jc w:val="center"/>
              <w:rPr>
                <w:rFonts w:eastAsia="Times New Roman" w:cs="Arial"/>
                <w:sz w:val="16"/>
                <w:szCs w:val="24"/>
                <w:lang w:eastAsia="pl-PL"/>
              </w:rPr>
            </w:pPr>
          </w:p>
        </w:tc>
        <w:tc>
          <w:tcPr>
            <w:tcW w:w="3071" w:type="dxa"/>
          </w:tcPr>
          <w:p w14:paraId="5C31EA17" w14:textId="77777777" w:rsidR="003B4D91" w:rsidRPr="00877578" w:rsidRDefault="003B4D91" w:rsidP="00F14C25">
            <w:pPr>
              <w:spacing w:after="0" w:line="360" w:lineRule="auto"/>
              <w:jc w:val="right"/>
              <w:rPr>
                <w:rFonts w:eastAsia="Times New Roman" w:cs="Arial"/>
                <w:sz w:val="16"/>
                <w:szCs w:val="24"/>
                <w:lang w:eastAsia="pl-PL"/>
              </w:rPr>
            </w:pPr>
            <w:r>
              <w:rPr>
                <w:rFonts w:eastAsia="Times New Roman" w:cs="Arial"/>
                <w:sz w:val="16"/>
                <w:szCs w:val="24"/>
                <w:lang w:eastAsia="pl-PL"/>
              </w:rPr>
              <w:t>Miejscowość,</w:t>
            </w:r>
          </w:p>
        </w:tc>
        <w:tc>
          <w:tcPr>
            <w:tcW w:w="2051" w:type="dxa"/>
            <w:gridSpan w:val="2"/>
          </w:tcPr>
          <w:p w14:paraId="01EE6594" w14:textId="77777777" w:rsidR="003B4D91" w:rsidRPr="00877578" w:rsidRDefault="003B4D91" w:rsidP="00F14C25">
            <w:pPr>
              <w:spacing w:after="0" w:line="360" w:lineRule="auto"/>
              <w:rPr>
                <w:rFonts w:eastAsia="Times New Roman" w:cs="Arial"/>
                <w:sz w:val="16"/>
                <w:szCs w:val="24"/>
                <w:lang w:eastAsia="pl-PL"/>
              </w:rPr>
            </w:pPr>
            <w:r>
              <w:rPr>
                <w:rFonts w:eastAsia="Times New Roman" w:cs="Arial"/>
                <w:sz w:val="16"/>
                <w:szCs w:val="24"/>
                <w:lang w:eastAsia="pl-PL"/>
              </w:rPr>
              <w:t>dnia</w:t>
            </w:r>
          </w:p>
        </w:tc>
      </w:tr>
      <w:tr w:rsidR="003B4D91" w:rsidRPr="00227A24" w14:paraId="6B2175C7" w14:textId="77777777" w:rsidTr="00F14C25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Before w:val="1"/>
          <w:gridAfter w:val="1"/>
          <w:wBefore w:w="487" w:type="dxa"/>
          <w:wAfter w:w="973" w:type="dxa"/>
          <w:trHeight w:val="989"/>
        </w:trPr>
        <w:tc>
          <w:tcPr>
            <w:tcW w:w="9286" w:type="dxa"/>
            <w:gridSpan w:val="4"/>
            <w:shd w:val="clear" w:color="auto" w:fill="F3F3F3"/>
          </w:tcPr>
          <w:p w14:paraId="00C9EA06" w14:textId="77777777" w:rsidR="003B4D91" w:rsidRPr="006D1704" w:rsidRDefault="003B4D91" w:rsidP="00F14C25">
            <w:pPr>
              <w:spacing w:after="0"/>
              <w:jc w:val="center"/>
              <w:rPr>
                <w:rFonts w:cs="Arial"/>
                <w:b/>
                <w:sz w:val="8"/>
                <w:szCs w:val="8"/>
              </w:rPr>
            </w:pPr>
          </w:p>
          <w:p w14:paraId="5D23A8D7" w14:textId="77777777" w:rsidR="003B4D91" w:rsidRDefault="003B4D91" w:rsidP="00F14C25">
            <w:pPr>
              <w:spacing w:after="0"/>
              <w:jc w:val="center"/>
              <w:rPr>
                <w:rFonts w:cs="Arial"/>
                <w:b/>
                <w:sz w:val="28"/>
                <w:szCs w:val="28"/>
              </w:rPr>
            </w:pPr>
            <w:r>
              <w:rPr>
                <w:rFonts w:cs="Arial"/>
                <w:b/>
                <w:sz w:val="28"/>
                <w:szCs w:val="28"/>
              </w:rPr>
              <w:t>Informacja o zaistniałym Zdarzeniu</w:t>
            </w:r>
          </w:p>
          <w:p w14:paraId="3C1136F2" w14:textId="77777777" w:rsidR="003B4D91" w:rsidRPr="006D1704" w:rsidRDefault="003B4D91" w:rsidP="00F14C25">
            <w:pPr>
              <w:spacing w:after="0"/>
              <w:jc w:val="center"/>
              <w:rPr>
                <w:rFonts w:cs="Arial"/>
                <w:b/>
                <w:sz w:val="8"/>
                <w:szCs w:val="8"/>
              </w:rPr>
            </w:pPr>
          </w:p>
          <w:p w14:paraId="7B75A3FF" w14:textId="397C2A7F" w:rsidR="003B4D91" w:rsidRPr="00227A24" w:rsidRDefault="003B4D91" w:rsidP="00F14C25">
            <w:pPr>
              <w:jc w:val="center"/>
              <w:rPr>
                <w:rFonts w:cs="Arial"/>
              </w:rPr>
            </w:pPr>
            <w:r w:rsidRPr="009C2C6F">
              <w:rPr>
                <w:rFonts w:cs="Arial"/>
                <w:b/>
                <w:sz w:val="28"/>
                <w:szCs w:val="28"/>
              </w:rPr>
              <w:t xml:space="preserve">Części II – Informacja </w:t>
            </w:r>
            <w:r w:rsidR="00B04115">
              <w:rPr>
                <w:rFonts w:cs="Arial"/>
                <w:b/>
                <w:sz w:val="28"/>
                <w:szCs w:val="28"/>
              </w:rPr>
              <w:t>uzupełniająca</w:t>
            </w:r>
          </w:p>
        </w:tc>
      </w:tr>
    </w:tbl>
    <w:p w14:paraId="2C35FDB8" w14:textId="77777777" w:rsidR="006D1704" w:rsidRDefault="006D1704" w:rsidP="006D1704">
      <w:pPr>
        <w:rPr>
          <w:b/>
          <w:bCs/>
          <w:szCs w:val="20"/>
        </w:rPr>
      </w:pPr>
    </w:p>
    <w:p w14:paraId="1BAD48E3" w14:textId="507D3D19" w:rsidR="006D1704" w:rsidRDefault="006D1704" w:rsidP="00263DFB">
      <w:pPr>
        <w:pStyle w:val="Akapitzlist"/>
        <w:numPr>
          <w:ilvl w:val="0"/>
          <w:numId w:val="29"/>
        </w:numPr>
        <w:spacing w:after="0"/>
        <w:ind w:left="360"/>
        <w:rPr>
          <w:szCs w:val="20"/>
        </w:rPr>
      </w:pPr>
      <w:r w:rsidRPr="006D1704">
        <w:rPr>
          <w:szCs w:val="20"/>
        </w:rPr>
        <w:t>Kwalifikacja zdarzenia</w:t>
      </w:r>
      <w:r>
        <w:rPr>
          <w:szCs w:val="20"/>
        </w:rPr>
        <w:t xml:space="preserve"> …………………………………………………………………………….</w:t>
      </w:r>
    </w:p>
    <w:p w14:paraId="6F9DCFDB" w14:textId="5E81319C" w:rsidR="006D1704" w:rsidRPr="00263DFB" w:rsidRDefault="006D1704" w:rsidP="00263DFB">
      <w:pPr>
        <w:pStyle w:val="Akapitzlist"/>
        <w:spacing w:after="0"/>
        <w:ind w:left="426"/>
        <w:rPr>
          <w:sz w:val="16"/>
          <w:szCs w:val="16"/>
        </w:rPr>
      </w:pPr>
      <w:r w:rsidRPr="00263DFB">
        <w:rPr>
          <w:sz w:val="16"/>
          <w:szCs w:val="16"/>
        </w:rPr>
        <w:t>(wypadek przy pracy</w:t>
      </w:r>
      <w:r w:rsidR="00263DFB">
        <w:rPr>
          <w:sz w:val="16"/>
          <w:szCs w:val="16"/>
        </w:rPr>
        <w:t xml:space="preserve"> – zbiorowy/ ciężki/ śmiertelny/ lekki, </w:t>
      </w:r>
      <w:r w:rsidRPr="00263DFB">
        <w:rPr>
          <w:sz w:val="16"/>
          <w:szCs w:val="16"/>
        </w:rPr>
        <w:t xml:space="preserve"> zdarzenie niebezpieczne, zdarzenie pożarowo- niebezpieczne lub inne)</w:t>
      </w:r>
    </w:p>
    <w:p w14:paraId="73BFB0A5" w14:textId="77777777" w:rsidR="00263DFB" w:rsidRDefault="00263DFB" w:rsidP="00263DFB">
      <w:pPr>
        <w:pStyle w:val="Akapitzlist"/>
        <w:spacing w:after="0"/>
        <w:ind w:left="426"/>
        <w:rPr>
          <w:szCs w:val="20"/>
        </w:rPr>
      </w:pPr>
    </w:p>
    <w:p w14:paraId="62C8AE2C" w14:textId="4B2E26E2" w:rsidR="006D1704" w:rsidRDefault="00263DFB" w:rsidP="00263DFB">
      <w:pPr>
        <w:pStyle w:val="Akapitzlist"/>
        <w:numPr>
          <w:ilvl w:val="0"/>
          <w:numId w:val="29"/>
        </w:numPr>
        <w:spacing w:after="0"/>
        <w:ind w:left="360"/>
        <w:rPr>
          <w:szCs w:val="20"/>
        </w:rPr>
      </w:pPr>
      <w:r>
        <w:rPr>
          <w:szCs w:val="20"/>
        </w:rPr>
        <w:t xml:space="preserve">Opis zdarzenia </w:t>
      </w:r>
    </w:p>
    <w:p w14:paraId="44969321" w14:textId="2C50352C" w:rsidR="00263DFB" w:rsidRDefault="00263DFB" w:rsidP="00263DFB">
      <w:pPr>
        <w:pStyle w:val="Akapitzlist"/>
        <w:spacing w:after="0"/>
        <w:ind w:left="426"/>
        <w:rPr>
          <w:szCs w:val="20"/>
        </w:rPr>
      </w:pPr>
      <w:r>
        <w:rPr>
          <w:szCs w:val="20"/>
        </w:rPr>
        <w:t>…………………………………………………………………………………………………………………</w:t>
      </w:r>
    </w:p>
    <w:p w14:paraId="5DB061C4" w14:textId="77777777" w:rsidR="00263DFB" w:rsidRPr="006D1704" w:rsidRDefault="00263DFB" w:rsidP="00263DFB">
      <w:pPr>
        <w:pStyle w:val="Akapitzlist"/>
        <w:spacing w:after="0"/>
        <w:ind w:left="426"/>
        <w:rPr>
          <w:szCs w:val="20"/>
        </w:rPr>
      </w:pPr>
      <w:r>
        <w:rPr>
          <w:szCs w:val="20"/>
        </w:rPr>
        <w:t>…………………………………………………………………………………………………………………</w:t>
      </w:r>
    </w:p>
    <w:p w14:paraId="51A4F02B" w14:textId="77777777" w:rsidR="00263DFB" w:rsidRPr="006D1704" w:rsidRDefault="00263DFB" w:rsidP="00263DFB">
      <w:pPr>
        <w:pStyle w:val="Akapitzlist"/>
        <w:spacing w:after="0"/>
        <w:ind w:left="426"/>
        <w:rPr>
          <w:szCs w:val="20"/>
        </w:rPr>
      </w:pPr>
      <w:r>
        <w:rPr>
          <w:szCs w:val="20"/>
        </w:rPr>
        <w:t>…………………………………………………………………………………………………………………</w:t>
      </w:r>
    </w:p>
    <w:p w14:paraId="3F9E7AC9" w14:textId="77777777" w:rsidR="00263DFB" w:rsidRPr="006D1704" w:rsidRDefault="00263DFB" w:rsidP="00263DFB">
      <w:pPr>
        <w:pStyle w:val="Akapitzlist"/>
        <w:spacing w:after="0"/>
        <w:ind w:left="426"/>
        <w:rPr>
          <w:szCs w:val="20"/>
        </w:rPr>
      </w:pPr>
      <w:r>
        <w:rPr>
          <w:szCs w:val="20"/>
        </w:rPr>
        <w:t>…………………………………………………………………………………………………………………</w:t>
      </w:r>
    </w:p>
    <w:p w14:paraId="3DD950B4" w14:textId="77777777" w:rsidR="00263DFB" w:rsidRPr="006D1704" w:rsidRDefault="00263DFB" w:rsidP="00263DFB">
      <w:pPr>
        <w:pStyle w:val="Akapitzlist"/>
        <w:spacing w:after="0"/>
        <w:ind w:left="426"/>
        <w:rPr>
          <w:szCs w:val="20"/>
        </w:rPr>
      </w:pPr>
      <w:r>
        <w:rPr>
          <w:szCs w:val="20"/>
        </w:rPr>
        <w:t>…………………………………………………………………………………………………………………</w:t>
      </w:r>
    </w:p>
    <w:p w14:paraId="54F9E181" w14:textId="77777777" w:rsidR="00263DFB" w:rsidRPr="006D1704" w:rsidRDefault="00263DFB" w:rsidP="00263DFB">
      <w:pPr>
        <w:pStyle w:val="Akapitzlist"/>
        <w:spacing w:after="0"/>
        <w:ind w:left="426"/>
        <w:rPr>
          <w:szCs w:val="20"/>
        </w:rPr>
      </w:pPr>
      <w:r>
        <w:rPr>
          <w:szCs w:val="20"/>
        </w:rPr>
        <w:t>…………………………………………………………………………………………………………………</w:t>
      </w:r>
    </w:p>
    <w:p w14:paraId="7665EBCB" w14:textId="77777777" w:rsidR="00263DFB" w:rsidRPr="006D1704" w:rsidRDefault="00263DFB" w:rsidP="00263DFB">
      <w:pPr>
        <w:pStyle w:val="Akapitzlist"/>
        <w:spacing w:after="0"/>
        <w:ind w:left="426"/>
        <w:rPr>
          <w:szCs w:val="20"/>
        </w:rPr>
      </w:pPr>
    </w:p>
    <w:p w14:paraId="777CA3C6" w14:textId="6EDE9968" w:rsidR="00263DFB" w:rsidRDefault="00263DFB" w:rsidP="00263DFB">
      <w:pPr>
        <w:pStyle w:val="Akapitzlist"/>
        <w:numPr>
          <w:ilvl w:val="0"/>
          <w:numId w:val="29"/>
        </w:numPr>
        <w:spacing w:after="0"/>
        <w:ind w:left="360"/>
        <w:rPr>
          <w:szCs w:val="20"/>
        </w:rPr>
      </w:pPr>
      <w:r>
        <w:rPr>
          <w:szCs w:val="20"/>
        </w:rPr>
        <w:t>Przyczyny zdarzenia</w:t>
      </w:r>
    </w:p>
    <w:p w14:paraId="6CB01840" w14:textId="165E3F6F" w:rsidR="00263DFB" w:rsidRDefault="00263DFB" w:rsidP="00263DFB">
      <w:pPr>
        <w:pStyle w:val="Akapitzlist"/>
        <w:spacing w:after="0"/>
        <w:ind w:left="426"/>
        <w:rPr>
          <w:szCs w:val="20"/>
        </w:rPr>
      </w:pPr>
      <w:r>
        <w:rPr>
          <w:szCs w:val="20"/>
        </w:rPr>
        <w:t>Przyczyna bezpośrednia…………………………………………………………………………………..</w:t>
      </w:r>
    </w:p>
    <w:p w14:paraId="38B4385A" w14:textId="50AF8616" w:rsidR="00263DFB" w:rsidRDefault="00263DFB" w:rsidP="00263DFB">
      <w:pPr>
        <w:pStyle w:val="Akapitzlist"/>
        <w:spacing w:after="0"/>
        <w:ind w:left="426"/>
        <w:rPr>
          <w:szCs w:val="20"/>
        </w:rPr>
      </w:pPr>
      <w:r>
        <w:rPr>
          <w:szCs w:val="20"/>
        </w:rPr>
        <w:t xml:space="preserve">Przyczyna pośrednia </w:t>
      </w:r>
    </w:p>
    <w:p w14:paraId="78B7E61C" w14:textId="3399AA38" w:rsidR="00263DFB" w:rsidRDefault="00263DFB" w:rsidP="009809A8">
      <w:pPr>
        <w:pStyle w:val="Akapitzlist"/>
        <w:numPr>
          <w:ilvl w:val="0"/>
          <w:numId w:val="31"/>
        </w:numPr>
        <w:spacing w:after="0"/>
        <w:rPr>
          <w:szCs w:val="20"/>
        </w:rPr>
      </w:pPr>
      <w:r>
        <w:rPr>
          <w:szCs w:val="20"/>
        </w:rPr>
        <w:t>Przyczyna techniczna:</w:t>
      </w:r>
    </w:p>
    <w:p w14:paraId="2923FFBC" w14:textId="77777777" w:rsidR="00263DFB" w:rsidRDefault="00263DFB" w:rsidP="00263DFB">
      <w:pPr>
        <w:pStyle w:val="Akapitzlist"/>
        <w:spacing w:after="0"/>
        <w:ind w:left="1145"/>
        <w:rPr>
          <w:szCs w:val="20"/>
        </w:rPr>
      </w:pPr>
    </w:p>
    <w:p w14:paraId="0AF9134E" w14:textId="5FC361F0" w:rsidR="00263DFB" w:rsidRPr="00263DFB" w:rsidRDefault="00263DFB" w:rsidP="009809A8">
      <w:pPr>
        <w:pStyle w:val="Akapitzlist"/>
        <w:numPr>
          <w:ilvl w:val="0"/>
          <w:numId w:val="31"/>
        </w:numPr>
        <w:spacing w:after="0"/>
        <w:rPr>
          <w:szCs w:val="20"/>
        </w:rPr>
      </w:pPr>
      <w:r>
        <w:rPr>
          <w:szCs w:val="20"/>
        </w:rPr>
        <w:t>Przyczyna organizacyjna:</w:t>
      </w:r>
    </w:p>
    <w:p w14:paraId="2FA5E96F" w14:textId="77777777" w:rsidR="00263DFB" w:rsidRDefault="00263DFB" w:rsidP="00263DFB">
      <w:pPr>
        <w:pStyle w:val="Akapitzlist"/>
        <w:spacing w:after="0"/>
        <w:ind w:left="1145"/>
        <w:rPr>
          <w:szCs w:val="20"/>
        </w:rPr>
      </w:pPr>
    </w:p>
    <w:p w14:paraId="41A95CF6" w14:textId="0CB68779" w:rsidR="00263DFB" w:rsidRDefault="00263DFB" w:rsidP="009809A8">
      <w:pPr>
        <w:pStyle w:val="Akapitzlist"/>
        <w:numPr>
          <w:ilvl w:val="0"/>
          <w:numId w:val="31"/>
        </w:numPr>
        <w:spacing w:after="0"/>
        <w:rPr>
          <w:szCs w:val="20"/>
        </w:rPr>
      </w:pPr>
      <w:r>
        <w:rPr>
          <w:szCs w:val="20"/>
        </w:rPr>
        <w:t>Przyczyna ludzka:</w:t>
      </w:r>
    </w:p>
    <w:p w14:paraId="5177D98A" w14:textId="77777777" w:rsidR="00263DFB" w:rsidRPr="00263DFB" w:rsidRDefault="00263DFB" w:rsidP="00263DFB">
      <w:pPr>
        <w:spacing w:after="0"/>
        <w:rPr>
          <w:szCs w:val="20"/>
        </w:rPr>
      </w:pPr>
    </w:p>
    <w:p w14:paraId="183F9A33" w14:textId="6F0C943F" w:rsidR="006D1704" w:rsidRDefault="006D1704" w:rsidP="00263DFB">
      <w:pPr>
        <w:pStyle w:val="Akapitzlist"/>
        <w:numPr>
          <w:ilvl w:val="0"/>
          <w:numId w:val="29"/>
        </w:numPr>
        <w:spacing w:after="0"/>
        <w:ind w:left="360"/>
        <w:rPr>
          <w:szCs w:val="20"/>
        </w:rPr>
      </w:pPr>
      <w:r w:rsidRPr="00263DFB">
        <w:rPr>
          <w:szCs w:val="20"/>
        </w:rPr>
        <w:t>Skutki zdarzenia</w:t>
      </w:r>
      <w:r w:rsidR="00263DFB">
        <w:rPr>
          <w:szCs w:val="20"/>
        </w:rPr>
        <w:t xml:space="preserve"> (materialne/ ludzkie) </w:t>
      </w:r>
    </w:p>
    <w:p w14:paraId="7369E807" w14:textId="01F4A453" w:rsidR="00263DFB" w:rsidRPr="00263DFB" w:rsidRDefault="00263DFB" w:rsidP="00263DFB">
      <w:pPr>
        <w:spacing w:after="0"/>
        <w:ind w:left="66"/>
        <w:rPr>
          <w:szCs w:val="20"/>
        </w:rPr>
      </w:pPr>
      <w:r>
        <w:rPr>
          <w:szCs w:val="20"/>
        </w:rPr>
        <w:t>………………………………………………………………………………………………………………………</w:t>
      </w:r>
    </w:p>
    <w:p w14:paraId="41FB6670" w14:textId="2251D02D" w:rsidR="00263DFB" w:rsidRDefault="00263DFB" w:rsidP="00263DFB">
      <w:pPr>
        <w:spacing w:after="0"/>
        <w:rPr>
          <w:szCs w:val="20"/>
        </w:rPr>
      </w:pPr>
      <w:r>
        <w:rPr>
          <w:szCs w:val="20"/>
        </w:rPr>
        <w:t>……………………………………………………………………………………………………………………….</w:t>
      </w:r>
    </w:p>
    <w:p w14:paraId="37AC0E6A" w14:textId="77777777" w:rsidR="00263DFB" w:rsidRDefault="00263DFB" w:rsidP="00263DFB">
      <w:pPr>
        <w:spacing w:after="0"/>
        <w:rPr>
          <w:szCs w:val="20"/>
        </w:rPr>
      </w:pPr>
    </w:p>
    <w:p w14:paraId="7D62152D" w14:textId="5EB1B799" w:rsidR="00263DFB" w:rsidRPr="00263DFB" w:rsidRDefault="00263DFB" w:rsidP="00263DFB">
      <w:pPr>
        <w:pStyle w:val="Akapitzlist"/>
        <w:numPr>
          <w:ilvl w:val="0"/>
          <w:numId w:val="29"/>
        </w:numPr>
        <w:spacing w:after="0"/>
        <w:ind w:left="360"/>
        <w:rPr>
          <w:szCs w:val="20"/>
        </w:rPr>
      </w:pPr>
      <w:r w:rsidRPr="00263DFB">
        <w:rPr>
          <w:szCs w:val="20"/>
        </w:rPr>
        <w:t>Wnioski</w:t>
      </w:r>
      <w:r>
        <w:rPr>
          <w:szCs w:val="20"/>
        </w:rPr>
        <w:t xml:space="preserve"> i zalecenia wraz ze sposobem realizacji </w:t>
      </w:r>
    </w:p>
    <w:p w14:paraId="47D6126D" w14:textId="5DA8CCC2" w:rsidR="00263DFB" w:rsidRPr="00263DFB" w:rsidRDefault="00263DFB" w:rsidP="00263DFB">
      <w:pPr>
        <w:pStyle w:val="Akapitzlist"/>
        <w:spacing w:after="0"/>
        <w:ind w:left="0"/>
        <w:rPr>
          <w:szCs w:val="20"/>
        </w:rPr>
      </w:pPr>
      <w:r w:rsidRPr="00263DFB">
        <w:rPr>
          <w:szCs w:val="20"/>
        </w:rPr>
        <w:t>……………………………………………………………………………………………………………………</w:t>
      </w:r>
      <w:r>
        <w:rPr>
          <w:szCs w:val="20"/>
        </w:rPr>
        <w:t>….</w:t>
      </w:r>
    </w:p>
    <w:p w14:paraId="7A8DB756" w14:textId="77777777" w:rsidR="00263DFB" w:rsidRPr="00263DFB" w:rsidRDefault="00263DFB" w:rsidP="00263DFB">
      <w:pPr>
        <w:spacing w:after="0"/>
        <w:rPr>
          <w:szCs w:val="20"/>
        </w:rPr>
      </w:pPr>
      <w:r w:rsidRPr="00263DFB">
        <w:rPr>
          <w:szCs w:val="20"/>
        </w:rPr>
        <w:t>……………………………………………………………………………………………………………………….</w:t>
      </w:r>
    </w:p>
    <w:p w14:paraId="0DEB06F4" w14:textId="77777777" w:rsidR="00263DFB" w:rsidRPr="00263DFB" w:rsidRDefault="00263DFB" w:rsidP="00263DFB">
      <w:pPr>
        <w:pStyle w:val="Akapitzlist"/>
        <w:spacing w:after="0"/>
        <w:ind w:left="0"/>
        <w:rPr>
          <w:szCs w:val="20"/>
        </w:rPr>
      </w:pPr>
      <w:r w:rsidRPr="00263DFB">
        <w:rPr>
          <w:szCs w:val="20"/>
        </w:rPr>
        <w:t>……………………………………………………………………………………………………………………</w:t>
      </w:r>
      <w:r>
        <w:rPr>
          <w:szCs w:val="20"/>
        </w:rPr>
        <w:t>….</w:t>
      </w:r>
    </w:p>
    <w:p w14:paraId="0C7681A1" w14:textId="57F5DDB5" w:rsidR="00263DFB" w:rsidRDefault="00263DFB" w:rsidP="00263DFB">
      <w:pPr>
        <w:spacing w:after="0"/>
        <w:rPr>
          <w:szCs w:val="20"/>
        </w:rPr>
      </w:pPr>
    </w:p>
    <w:p w14:paraId="0E4744FE" w14:textId="77777777" w:rsidR="009809A8" w:rsidRDefault="009809A8" w:rsidP="00263DFB">
      <w:pPr>
        <w:spacing w:after="0"/>
        <w:rPr>
          <w:szCs w:val="20"/>
        </w:rPr>
      </w:pPr>
    </w:p>
    <w:tbl>
      <w:tblPr>
        <w:tblW w:w="0" w:type="auto"/>
        <w:tblInd w:w="545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55"/>
      </w:tblGrid>
      <w:tr w:rsidR="009809A8" w:rsidRPr="00877578" w14:paraId="23697C6B" w14:textId="77777777" w:rsidTr="00F14C25">
        <w:tc>
          <w:tcPr>
            <w:tcW w:w="3755" w:type="dxa"/>
          </w:tcPr>
          <w:p w14:paraId="131EE5FB" w14:textId="77777777" w:rsidR="009809A8" w:rsidRPr="00877578" w:rsidRDefault="009809A8" w:rsidP="00F14C25">
            <w:pPr>
              <w:spacing w:after="0"/>
              <w:rPr>
                <w:szCs w:val="20"/>
              </w:rPr>
            </w:pPr>
            <w:r w:rsidRPr="00877578">
              <w:rPr>
                <w:szCs w:val="20"/>
              </w:rPr>
              <w:t>......................................................</w:t>
            </w:r>
          </w:p>
        </w:tc>
      </w:tr>
      <w:tr w:rsidR="009809A8" w:rsidRPr="00877578" w14:paraId="6B3B2B37" w14:textId="77777777" w:rsidTr="00F14C25">
        <w:tc>
          <w:tcPr>
            <w:tcW w:w="3755" w:type="dxa"/>
          </w:tcPr>
          <w:p w14:paraId="20D6CB1F" w14:textId="77777777" w:rsidR="009809A8" w:rsidRPr="00877578" w:rsidRDefault="009809A8" w:rsidP="00F14C25">
            <w:pPr>
              <w:rPr>
                <w:i/>
                <w:sz w:val="16"/>
                <w:szCs w:val="16"/>
              </w:rPr>
            </w:pPr>
            <w:r w:rsidRPr="00877578">
              <w:rPr>
                <w:i/>
                <w:sz w:val="16"/>
                <w:szCs w:val="16"/>
              </w:rPr>
              <w:t>po</w:t>
            </w:r>
            <w:r>
              <w:rPr>
                <w:i/>
                <w:sz w:val="16"/>
                <w:szCs w:val="16"/>
              </w:rPr>
              <w:t>dpis przedstawiciela Wykonawcy/Kierującego zespołem</w:t>
            </w:r>
          </w:p>
        </w:tc>
      </w:tr>
    </w:tbl>
    <w:p w14:paraId="5CE688E7" w14:textId="77777777" w:rsidR="009809A8" w:rsidRPr="00263DFB" w:rsidRDefault="009809A8" w:rsidP="00263DFB">
      <w:pPr>
        <w:spacing w:after="0"/>
        <w:rPr>
          <w:szCs w:val="20"/>
        </w:rPr>
      </w:pPr>
    </w:p>
    <w:p w14:paraId="7E0B2F75" w14:textId="77777777" w:rsidR="006D1704" w:rsidRPr="006D1704" w:rsidRDefault="006D1704" w:rsidP="006D1704">
      <w:pPr>
        <w:rPr>
          <w:b/>
          <w:bCs/>
          <w:szCs w:val="20"/>
        </w:rPr>
      </w:pPr>
    </w:p>
    <w:sectPr w:rsidR="006D1704" w:rsidRPr="006D1704" w:rsidSect="003B4D91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276" w:right="1418" w:bottom="1276" w:left="1418" w:header="709" w:footer="227" w:gutter="0"/>
      <w:pgNumType w:start="1" w:chapStyle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CE1B26" w14:textId="77777777" w:rsidR="006E7E55" w:rsidRDefault="006E7E55" w:rsidP="00790544">
      <w:pPr>
        <w:spacing w:after="0" w:line="240" w:lineRule="auto"/>
      </w:pPr>
      <w:r>
        <w:separator/>
      </w:r>
    </w:p>
  </w:endnote>
  <w:endnote w:type="continuationSeparator" w:id="0">
    <w:p w14:paraId="74981612" w14:textId="77777777" w:rsidR="006E7E55" w:rsidRDefault="006E7E55" w:rsidP="007905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altName w:val="Calibri"/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32248D" w14:textId="77777777" w:rsidR="00B322E8" w:rsidRDefault="00B322E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4"/>
        <w:szCs w:val="14"/>
      </w:rPr>
      <w:id w:val="1727881"/>
      <w:docPartObj>
        <w:docPartGallery w:val="Page Numbers (Bottom of Page)"/>
        <w:docPartUnique/>
      </w:docPartObj>
    </w:sdtPr>
    <w:sdtEndPr>
      <w:rPr>
        <w:sz w:val="20"/>
        <w:szCs w:val="22"/>
      </w:rPr>
    </w:sdtEndPr>
    <w:sdtContent>
      <w:sdt>
        <w:sdtPr>
          <w:rPr>
            <w:sz w:val="14"/>
            <w:szCs w:val="14"/>
          </w:rPr>
          <w:id w:val="1727882"/>
          <w:docPartObj>
            <w:docPartGallery w:val="Page Numbers (Top of Page)"/>
            <w:docPartUnique/>
          </w:docPartObj>
        </w:sdtPr>
        <w:sdtEndPr>
          <w:rPr>
            <w:sz w:val="20"/>
            <w:szCs w:val="22"/>
          </w:rPr>
        </w:sdtEndPr>
        <w:sdtContent>
          <w:p w14:paraId="23BD23ED" w14:textId="77777777" w:rsidR="00524C97" w:rsidRPr="004779FF" w:rsidRDefault="00524C97" w:rsidP="00AA5681">
            <w:pPr>
              <w:pStyle w:val="Stopka"/>
              <w:rPr>
                <w:noProof/>
                <w:sz w:val="14"/>
                <w:szCs w:val="14"/>
                <w:lang w:eastAsia="pl-PL"/>
              </w:rPr>
            </w:pPr>
          </w:p>
          <w:p w14:paraId="7047E46F" w14:textId="77777777" w:rsidR="00524C97" w:rsidRPr="005B4C9F" w:rsidRDefault="006A7F65" w:rsidP="00941FE1">
            <w:pPr>
              <w:pStyle w:val="Stopka"/>
              <w:tabs>
                <w:tab w:val="clear" w:pos="4536"/>
                <w:tab w:val="left" w:pos="2268"/>
                <w:tab w:val="left" w:pos="5103"/>
                <w:tab w:val="left" w:pos="5310"/>
                <w:tab w:val="left" w:pos="6521"/>
                <w:tab w:val="center" w:pos="7088"/>
              </w:tabs>
              <w:jc w:val="right"/>
              <w:rPr>
                <w:sz w:val="18"/>
                <w:szCs w:val="18"/>
              </w:rPr>
            </w:pP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4"/>
        <w:szCs w:val="14"/>
      </w:rPr>
      <w:id w:val="1727883"/>
      <w:docPartObj>
        <w:docPartGallery w:val="Page Numbers (Top of Page)"/>
        <w:docPartUnique/>
      </w:docPartObj>
    </w:sdtPr>
    <w:sdtEndPr>
      <w:rPr>
        <w:sz w:val="20"/>
        <w:szCs w:val="22"/>
      </w:rPr>
    </w:sdtEndPr>
    <w:sdtContent>
      <w:p w14:paraId="3376E551" w14:textId="77777777" w:rsidR="000E5AB0" w:rsidRPr="004779FF" w:rsidRDefault="000E5AB0" w:rsidP="00612DE7">
        <w:pPr>
          <w:pStyle w:val="Stopka"/>
          <w:rPr>
            <w:noProof/>
            <w:sz w:val="14"/>
            <w:szCs w:val="14"/>
            <w:lang w:eastAsia="pl-PL"/>
          </w:rPr>
        </w:pPr>
      </w:p>
      <w:tbl>
        <w:tblPr>
          <w:tblStyle w:val="Tabela-Siatka"/>
          <w:tblW w:w="13845" w:type="dxa"/>
          <w:tblInd w:w="648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>
        <w:tblGrid>
          <w:gridCol w:w="3180"/>
          <w:gridCol w:w="4253"/>
          <w:gridCol w:w="630"/>
          <w:gridCol w:w="2576"/>
          <w:gridCol w:w="3206"/>
        </w:tblGrid>
        <w:tr w:rsidR="000E5AB0" w:rsidRPr="006A3F0A" w14:paraId="4F95AEF1" w14:textId="77777777" w:rsidTr="000E5AB0">
          <w:trPr>
            <w:gridAfter w:val="1"/>
            <w:wAfter w:w="3206" w:type="dxa"/>
          </w:trPr>
          <w:tc>
            <w:tcPr>
              <w:tcW w:w="3180" w:type="dxa"/>
              <w:tcMar>
                <w:left w:w="1418" w:type="dxa"/>
                <w:bottom w:w="113" w:type="dxa"/>
                <w:right w:w="57" w:type="dxa"/>
              </w:tcMar>
              <w:vAlign w:val="center"/>
            </w:tcPr>
            <w:p w14:paraId="7348336F" w14:textId="77777777" w:rsidR="000E5AB0" w:rsidRPr="006A3F0A" w:rsidRDefault="000E5AB0" w:rsidP="00B063CA">
              <w:pPr>
                <w:pStyle w:val="Stopka"/>
                <w:tabs>
                  <w:tab w:val="clear" w:pos="4536"/>
                  <w:tab w:val="left" w:pos="2268"/>
                  <w:tab w:val="left" w:pos="5103"/>
                  <w:tab w:val="left" w:pos="5310"/>
                  <w:tab w:val="left" w:pos="6521"/>
                  <w:tab w:val="center" w:pos="7088"/>
                </w:tabs>
                <w:ind w:left="-790"/>
                <w:rPr>
                  <w:sz w:val="18"/>
                  <w:szCs w:val="18"/>
                  <w:lang w:val="en-US"/>
                </w:rPr>
              </w:pPr>
            </w:p>
          </w:tc>
          <w:tc>
            <w:tcPr>
              <w:tcW w:w="4253" w:type="dxa"/>
              <w:vAlign w:val="center"/>
            </w:tcPr>
            <w:p w14:paraId="33EA1AF4" w14:textId="77777777" w:rsidR="000E5AB0" w:rsidRPr="006A3F0A" w:rsidRDefault="000E5AB0" w:rsidP="00B063CA">
              <w:pPr>
                <w:pStyle w:val="Stopka"/>
                <w:tabs>
                  <w:tab w:val="clear" w:pos="4536"/>
                  <w:tab w:val="left" w:pos="2268"/>
                  <w:tab w:val="left" w:pos="5103"/>
                  <w:tab w:val="left" w:pos="5310"/>
                  <w:tab w:val="left" w:pos="6521"/>
                  <w:tab w:val="center" w:pos="7088"/>
                </w:tabs>
                <w:jc w:val="center"/>
                <w:rPr>
                  <w:sz w:val="18"/>
                  <w:szCs w:val="18"/>
                  <w:lang w:val="en-US"/>
                </w:rPr>
              </w:pPr>
            </w:p>
          </w:tc>
          <w:tc>
            <w:tcPr>
              <w:tcW w:w="3206" w:type="dxa"/>
              <w:gridSpan w:val="2"/>
              <w:tcMar>
                <w:left w:w="284" w:type="dxa"/>
                <w:bottom w:w="113" w:type="dxa"/>
                <w:right w:w="567" w:type="dxa"/>
              </w:tcMar>
              <w:vAlign w:val="center"/>
            </w:tcPr>
            <w:p w14:paraId="3718DAFB" w14:textId="77777777" w:rsidR="000E5AB0" w:rsidRPr="006A3F0A" w:rsidRDefault="000E5AB0" w:rsidP="00B063CA">
              <w:pPr>
                <w:pStyle w:val="Stopka"/>
                <w:tabs>
                  <w:tab w:val="clear" w:pos="4536"/>
                  <w:tab w:val="left" w:pos="2268"/>
                  <w:tab w:val="left" w:pos="5103"/>
                  <w:tab w:val="left" w:pos="5310"/>
                  <w:tab w:val="left" w:pos="6521"/>
                  <w:tab w:val="center" w:pos="7088"/>
                </w:tabs>
                <w:jc w:val="right"/>
                <w:rPr>
                  <w:sz w:val="18"/>
                  <w:szCs w:val="18"/>
                </w:rPr>
              </w:pPr>
            </w:p>
          </w:tc>
        </w:tr>
        <w:tr w:rsidR="00524C97" w:rsidRPr="008A5466" w14:paraId="6CA4F8BC" w14:textId="77777777" w:rsidTr="000E5AB0">
          <w:trPr>
            <w:gridAfter w:val="1"/>
            <w:wAfter w:w="3206" w:type="dxa"/>
          </w:trPr>
          <w:tc>
            <w:tcPr>
              <w:tcW w:w="8063" w:type="dxa"/>
              <w:gridSpan w:val="3"/>
              <w:tcMar>
                <w:left w:w="57" w:type="dxa"/>
                <w:bottom w:w="0" w:type="dxa"/>
                <w:right w:w="57" w:type="dxa"/>
              </w:tcMar>
              <w:vAlign w:val="center"/>
            </w:tcPr>
            <w:p w14:paraId="3C6532A3" w14:textId="77777777" w:rsidR="00524C97" w:rsidRPr="008A5466" w:rsidRDefault="00FC4AC7" w:rsidP="00524C97">
              <w:pPr>
                <w:pStyle w:val="Stopka"/>
                <w:jc w:val="both"/>
                <w:rPr>
                  <w:sz w:val="18"/>
                  <w:szCs w:val="18"/>
                  <w:lang w:val="en-US"/>
                </w:rPr>
              </w:pPr>
              <w:r>
                <w:rPr>
                  <w:noProof/>
                  <w:sz w:val="18"/>
                  <w:szCs w:val="18"/>
                  <w:lang w:eastAsia="pl-PL"/>
                </w:rPr>
                <mc:AlternateContent>
                  <mc:Choice Requires="wpg">
                    <w:drawing>
                      <wp:anchor distT="0" distB="0" distL="114300" distR="114300" simplePos="0" relativeHeight="251660288" behindDoc="0" locked="0" layoutInCell="1" allowOverlap="1" wp14:anchorId="1ED55C8D" wp14:editId="7A4C5D3E">
                        <wp:simplePos x="0" y="0"/>
                        <wp:positionH relativeFrom="column">
                          <wp:posOffset>-27940</wp:posOffset>
                        </wp:positionH>
                        <wp:positionV relativeFrom="paragraph">
                          <wp:posOffset>38735</wp:posOffset>
                        </wp:positionV>
                        <wp:extent cx="6751955" cy="635"/>
                        <wp:effectExtent l="10160" t="10160" r="10160" b="8255"/>
                        <wp:wrapNone/>
                        <wp:docPr id="1" name="Group 10"/>
                        <wp:cNvGraphicFramePr>
                          <a:graphicFrameLocks xmlns:a="http://schemas.openxmlformats.org/drawingml/2006/main"/>
                        </wp:cNvGraphicFramePr>
                        <a:graphic xmlns:a="http://schemas.openxmlformats.org/drawingml/2006/main">
                          <a:graphicData uri="http://schemas.microsoft.com/office/word/2010/wordprocessingGroup">
                            <wpg:wgp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0" y="0"/>
                                  <a:ext cx="6751955" cy="635"/>
                                  <a:chOff x="640" y="2027"/>
                                  <a:chExt cx="10633" cy="1"/>
                                </a:xfrm>
                              </wpg:grpSpPr>
                              <wps:wsp>
                                <wps:cNvPr id="2" name="AutoShape 11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640" y="2027"/>
                                    <a:ext cx="806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FF5D23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3" name="AutoShape 12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8700" y="2028"/>
                                    <a:ext cx="2573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chemeClr val="tx1">
                                        <a:lumMod val="100000"/>
                                        <a:lumOff val="0"/>
                                      </a:schemeClr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wgp>
                          </a:graphicData>
                        </a:graphic>
                        <wp14:sizeRelH relativeFrom="page">
                          <wp14:pctWidth>0</wp14:pctWidth>
                        </wp14:sizeRelH>
                        <wp14:sizeRelV relativeFrom="page">
                          <wp14:pctHeight>0</wp14:pctHeight>
                        </wp14:sizeRelV>
                      </wp:anchor>
                    </w:drawing>
                  </mc:Choice>
                  <mc:Fallback>
                    <w:pict>
                      <v:group w14:anchorId="71479B19" id="Group 10" o:spid="_x0000_s1026" style="position:absolute;margin-left:-2.2pt;margin-top:3.05pt;width:531.65pt;height:.05pt;z-index:251660288" coordorigin="640,2027" coordsize="10633,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">
                        <v:shapetype id="_x0000_t32" coordsize="21600,21600" o:spt="32" o:oned="t" path="m,l21600,21600e" filled="f">
                          <v:path arrowok="t" fillok="f" o:connecttype="none"/>
                          <o:lock v:ext="edit" shapetype="t"/>
                        </v:shapetype>
                        <v:shape id="AutoShape 11" o:spid="_x0000_s1027" type="#_x0000_t32" style="position:absolute;left:640;top:2027;width:806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" strokecolor="#ff5d23" strokeweight="1pt"/>
                        <v:shape id="AutoShape 12" o:spid="_x0000_s1028" type="#_x0000_t32" style="position:absolute;left:8700;top:2028;width:2573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" strokecolor="black [3213]" strokeweight="1pt"/>
                      </v:group>
                    </w:pict>
                  </mc:Fallback>
                </mc:AlternateContent>
              </w:r>
            </w:p>
          </w:tc>
          <w:tc>
            <w:tcPr>
              <w:tcW w:w="2576" w:type="dxa"/>
              <w:tcMar>
                <w:bottom w:w="0" w:type="dxa"/>
              </w:tcMar>
              <w:vAlign w:val="center"/>
            </w:tcPr>
            <w:p w14:paraId="11545DF3" w14:textId="77777777" w:rsidR="00524C97" w:rsidRPr="008A5466" w:rsidRDefault="00524C97" w:rsidP="00524C97">
              <w:pPr>
                <w:pStyle w:val="Stopka"/>
                <w:tabs>
                  <w:tab w:val="clear" w:pos="4536"/>
                  <w:tab w:val="left" w:pos="2268"/>
                  <w:tab w:val="left" w:pos="5103"/>
                  <w:tab w:val="left" w:pos="5310"/>
                  <w:tab w:val="left" w:pos="6521"/>
                  <w:tab w:val="center" w:pos="7088"/>
                </w:tabs>
                <w:jc w:val="right"/>
                <w:rPr>
                  <w:sz w:val="18"/>
                  <w:szCs w:val="18"/>
                </w:rPr>
              </w:pPr>
            </w:p>
          </w:tc>
        </w:tr>
        <w:tr w:rsidR="000E5AB0" w:rsidRPr="008A5466" w14:paraId="0FC3159C" w14:textId="77777777" w:rsidTr="000E5AB0">
          <w:tc>
            <w:tcPr>
              <w:tcW w:w="8063" w:type="dxa"/>
              <w:gridSpan w:val="3"/>
              <w:tcMar>
                <w:left w:w="2552" w:type="dxa"/>
                <w:bottom w:w="113" w:type="dxa"/>
                <w:right w:w="57" w:type="dxa"/>
              </w:tcMar>
              <w:vAlign w:val="center"/>
            </w:tcPr>
            <w:p w14:paraId="0FE72CC0" w14:textId="77777777" w:rsidR="000E5AB0" w:rsidRPr="006A3F0A" w:rsidRDefault="000E5AB0" w:rsidP="000E5AB0">
              <w:pPr>
                <w:pStyle w:val="Stopka"/>
                <w:tabs>
                  <w:tab w:val="clear" w:pos="4536"/>
                  <w:tab w:val="left" w:pos="2268"/>
                  <w:tab w:val="left" w:pos="5103"/>
                  <w:tab w:val="left" w:pos="5310"/>
                  <w:tab w:val="left" w:pos="6521"/>
                  <w:tab w:val="center" w:pos="7088"/>
                </w:tabs>
                <w:ind w:left="-2066"/>
                <w:rPr>
                  <w:sz w:val="18"/>
                  <w:szCs w:val="18"/>
                  <w:lang w:val="en-US"/>
                </w:rPr>
              </w:pPr>
              <w:r>
                <w:rPr>
                  <w:sz w:val="18"/>
                  <w:szCs w:val="18"/>
                </w:rPr>
                <w:t>Wydanie 1</w:t>
              </w:r>
              <w:r>
                <w:rPr>
                  <w:sz w:val="18"/>
                  <w:szCs w:val="18"/>
                  <w:lang w:val="en-US"/>
                </w:rPr>
                <w:t xml:space="preserve">  </w:t>
              </w:r>
              <w:r>
                <w:rPr>
                  <w:sz w:val="18"/>
                  <w:szCs w:val="18"/>
                </w:rPr>
                <w:t>Wersja 1</w:t>
              </w:r>
              <w:r>
                <w:rPr>
                  <w:sz w:val="18"/>
                  <w:szCs w:val="18"/>
                  <w:lang w:val="en-US"/>
                </w:rPr>
                <w:t xml:space="preserve"> </w:t>
              </w:r>
            </w:p>
          </w:tc>
          <w:tc>
            <w:tcPr>
              <w:tcW w:w="2576" w:type="dxa"/>
              <w:tcMar>
                <w:left w:w="284" w:type="dxa"/>
                <w:bottom w:w="113" w:type="dxa"/>
                <w:right w:w="567" w:type="dxa"/>
              </w:tcMar>
              <w:vAlign w:val="center"/>
            </w:tcPr>
            <w:p w14:paraId="32AC7D52" w14:textId="77777777" w:rsidR="000E5AB0" w:rsidRPr="006A3F0A" w:rsidRDefault="000E5AB0" w:rsidP="00B063CA">
              <w:pPr>
                <w:pStyle w:val="Stopka"/>
                <w:tabs>
                  <w:tab w:val="clear" w:pos="4536"/>
                  <w:tab w:val="left" w:pos="2268"/>
                  <w:tab w:val="left" w:pos="5103"/>
                  <w:tab w:val="left" w:pos="5310"/>
                  <w:tab w:val="left" w:pos="6521"/>
                  <w:tab w:val="center" w:pos="7088"/>
                </w:tabs>
                <w:jc w:val="center"/>
                <w:rPr>
                  <w:sz w:val="18"/>
                  <w:szCs w:val="18"/>
                  <w:lang w:val="en-US"/>
                </w:rPr>
              </w:pPr>
              <w:r>
                <w:rPr>
                  <w:sz w:val="18"/>
                  <w:szCs w:val="18"/>
                </w:rPr>
                <w:t>PL-DK-P01-F01</w:t>
              </w:r>
            </w:p>
          </w:tc>
          <w:tc>
            <w:tcPr>
              <w:tcW w:w="3206" w:type="dxa"/>
              <w:vAlign w:val="center"/>
            </w:tcPr>
            <w:p w14:paraId="1E5075C7" w14:textId="77777777" w:rsidR="000E5AB0" w:rsidRPr="006A3F0A" w:rsidRDefault="000E5AB0" w:rsidP="00B063CA">
              <w:pPr>
                <w:pStyle w:val="Stopka"/>
                <w:tabs>
                  <w:tab w:val="clear" w:pos="4536"/>
                  <w:tab w:val="left" w:pos="2268"/>
                  <w:tab w:val="left" w:pos="5103"/>
                  <w:tab w:val="left" w:pos="5310"/>
                  <w:tab w:val="left" w:pos="6521"/>
                  <w:tab w:val="center" w:pos="7088"/>
                </w:tabs>
                <w:jc w:val="right"/>
                <w:rPr>
                  <w:sz w:val="18"/>
                  <w:szCs w:val="18"/>
                </w:rPr>
              </w:pPr>
              <w:r>
                <w:rPr>
                  <w:sz w:val="18"/>
                  <w:szCs w:val="18"/>
                </w:rPr>
                <w:t>S</w:t>
              </w:r>
              <w:r w:rsidRPr="006A3F0A">
                <w:rPr>
                  <w:sz w:val="18"/>
                  <w:szCs w:val="18"/>
                </w:rPr>
                <w:t xml:space="preserve">trona </w:t>
              </w:r>
              <w:r w:rsidR="00502035" w:rsidRPr="006A3F0A">
                <w:rPr>
                  <w:sz w:val="18"/>
                  <w:szCs w:val="18"/>
                </w:rPr>
                <w:fldChar w:fldCharType="begin"/>
              </w:r>
              <w:r w:rsidRPr="006A3F0A">
                <w:rPr>
                  <w:sz w:val="18"/>
                  <w:szCs w:val="18"/>
                </w:rPr>
                <w:instrText>PAGE</w:instrText>
              </w:r>
              <w:r w:rsidR="00502035" w:rsidRPr="006A3F0A">
                <w:rPr>
                  <w:sz w:val="18"/>
                  <w:szCs w:val="18"/>
                </w:rPr>
                <w:fldChar w:fldCharType="separate"/>
              </w:r>
              <w:r w:rsidR="004D1932">
                <w:rPr>
                  <w:noProof/>
                  <w:sz w:val="18"/>
                  <w:szCs w:val="18"/>
                </w:rPr>
                <w:t>1</w:t>
              </w:r>
              <w:r w:rsidR="00502035" w:rsidRPr="006A3F0A">
                <w:rPr>
                  <w:sz w:val="18"/>
                  <w:szCs w:val="18"/>
                </w:rPr>
                <w:fldChar w:fldCharType="end"/>
              </w:r>
              <w:r w:rsidRPr="006A3F0A">
                <w:rPr>
                  <w:sz w:val="18"/>
                  <w:szCs w:val="18"/>
                </w:rPr>
                <w:t xml:space="preserve"> z </w:t>
              </w:r>
              <w:r w:rsidR="00502035" w:rsidRPr="006A3F0A">
                <w:rPr>
                  <w:sz w:val="18"/>
                  <w:szCs w:val="18"/>
                </w:rPr>
                <w:fldChar w:fldCharType="begin"/>
              </w:r>
              <w:r w:rsidRPr="006A3F0A">
                <w:rPr>
                  <w:sz w:val="18"/>
                  <w:szCs w:val="18"/>
                </w:rPr>
                <w:instrText>NUMPAGES</w:instrText>
              </w:r>
              <w:r w:rsidR="00502035" w:rsidRPr="006A3F0A">
                <w:rPr>
                  <w:sz w:val="18"/>
                  <w:szCs w:val="18"/>
                </w:rPr>
                <w:fldChar w:fldCharType="separate"/>
              </w:r>
              <w:r w:rsidR="00C57F21">
                <w:rPr>
                  <w:noProof/>
                  <w:sz w:val="18"/>
                  <w:szCs w:val="18"/>
                </w:rPr>
                <w:t>1</w:t>
              </w:r>
              <w:r w:rsidR="00502035" w:rsidRPr="006A3F0A">
                <w:rPr>
                  <w:sz w:val="18"/>
                  <w:szCs w:val="18"/>
                </w:rPr>
                <w:fldChar w:fldCharType="end"/>
              </w:r>
            </w:p>
          </w:tc>
        </w:tr>
      </w:tbl>
      <w:p w14:paraId="4A20ABA2" w14:textId="77777777" w:rsidR="00524C97" w:rsidRPr="00612DE7" w:rsidRDefault="006A7F65" w:rsidP="00612DE7">
        <w:pPr>
          <w:pStyle w:val="Stopka"/>
          <w:tabs>
            <w:tab w:val="clear" w:pos="4536"/>
            <w:tab w:val="left" w:pos="2268"/>
            <w:tab w:val="left" w:pos="5103"/>
            <w:tab w:val="left" w:pos="5310"/>
            <w:tab w:val="left" w:pos="6521"/>
            <w:tab w:val="center" w:pos="7088"/>
          </w:tabs>
          <w:jc w:val="right"/>
          <w:rPr>
            <w:sz w:val="18"/>
            <w:szCs w:val="18"/>
          </w:rPr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DCC962" w14:textId="77777777" w:rsidR="006E7E55" w:rsidRDefault="006E7E55" w:rsidP="00790544">
      <w:pPr>
        <w:spacing w:after="0" w:line="240" w:lineRule="auto"/>
      </w:pPr>
      <w:r>
        <w:separator/>
      </w:r>
    </w:p>
  </w:footnote>
  <w:footnote w:type="continuationSeparator" w:id="0">
    <w:p w14:paraId="108175C4" w14:textId="77777777" w:rsidR="006E7E55" w:rsidRDefault="006E7E55" w:rsidP="007905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20C215" w14:textId="77777777" w:rsidR="00B322E8" w:rsidRDefault="00B322E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BB2EE4" w14:textId="77777777" w:rsidR="00524C97" w:rsidRPr="003D4398" w:rsidRDefault="00524C97" w:rsidP="005718C9">
    <w:pPr>
      <w:pStyle w:val="Nagwek"/>
      <w:jc w:val="center"/>
      <w:rPr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639" w:type="dxa"/>
      <w:tblInd w:w="-66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0639"/>
    </w:tblGrid>
    <w:tr w:rsidR="00524C97" w14:paraId="2B2AD105" w14:textId="77777777" w:rsidTr="00524C97">
      <w:trPr>
        <w:trHeight w:hRule="exact" w:val="851"/>
      </w:trPr>
      <w:tc>
        <w:tcPr>
          <w:tcW w:w="10639" w:type="dxa"/>
          <w:vAlign w:val="bottom"/>
        </w:tcPr>
        <w:p w14:paraId="2E41BE35" w14:textId="77777777" w:rsidR="00524C97" w:rsidRPr="003F768B" w:rsidRDefault="00774240" w:rsidP="00CD3209">
          <w:pPr>
            <w:pStyle w:val="Nagwek"/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 xml:space="preserve">Załącznik nr 1 </w:t>
          </w:r>
          <w:r w:rsidRPr="003F768B">
            <w:rPr>
              <w:sz w:val="18"/>
              <w:szCs w:val="18"/>
            </w:rPr>
            <w:t xml:space="preserve"> </w:t>
          </w:r>
          <w:r>
            <w:rPr>
              <w:sz w:val="18"/>
              <w:szCs w:val="18"/>
            </w:rPr>
            <w:t>do Procedury rekrutacji pracowników w Operatorze Gazociągów Przesyłowych GAZ-SYSTEM S.A.</w:t>
          </w:r>
          <w:r w:rsidR="00524C97" w:rsidRPr="003F768B">
            <w:rPr>
              <w:sz w:val="18"/>
              <w:szCs w:val="18"/>
            </w:rPr>
            <w:t xml:space="preserve"> </w:t>
          </w:r>
        </w:p>
      </w:tc>
    </w:tr>
    <w:tr w:rsidR="00524C97" w14:paraId="617306D3" w14:textId="77777777" w:rsidTr="00524C97">
      <w:tc>
        <w:tcPr>
          <w:tcW w:w="10639" w:type="dxa"/>
        </w:tcPr>
        <w:p w14:paraId="24A17786" w14:textId="77777777" w:rsidR="00524C97" w:rsidRDefault="00FC4AC7" w:rsidP="00524C97">
          <w:pPr>
            <w:pStyle w:val="Nagwek"/>
            <w:jc w:val="center"/>
            <w:rPr>
              <w:b/>
              <w:noProof/>
              <w:sz w:val="18"/>
              <w:szCs w:val="18"/>
              <w:lang w:eastAsia="pl-PL"/>
            </w:rPr>
          </w:pPr>
          <w:r>
            <w:rPr>
              <w:b/>
              <w:noProof/>
              <w:sz w:val="18"/>
              <w:szCs w:val="18"/>
              <w:lang w:eastAsia="pl-PL"/>
            </w:rPr>
            <mc:AlternateContent>
              <mc:Choice Requires="wpg">
                <w:drawing>
                  <wp:anchor distT="0" distB="0" distL="114300" distR="114300" simplePos="0" relativeHeight="251663360" behindDoc="0" locked="0" layoutInCell="1" allowOverlap="1" wp14:anchorId="1CBCE7DB" wp14:editId="161781A5">
                    <wp:simplePos x="0" y="0"/>
                    <wp:positionH relativeFrom="column">
                      <wp:posOffset>-65405</wp:posOffset>
                    </wp:positionH>
                    <wp:positionV relativeFrom="paragraph">
                      <wp:posOffset>71755</wp:posOffset>
                    </wp:positionV>
                    <wp:extent cx="6751955" cy="635"/>
                    <wp:effectExtent l="10795" t="14605" r="9525" b="13335"/>
                    <wp:wrapNone/>
                    <wp:docPr id="4" name="Group 2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/>
                          </wpg:cNvGrpSpPr>
                          <wpg:grpSpPr bwMode="auto">
                            <a:xfrm>
                              <a:off x="0" y="0"/>
                              <a:ext cx="6751955" cy="635"/>
                              <a:chOff x="640" y="2027"/>
                              <a:chExt cx="10633" cy="1"/>
                            </a:xfrm>
                          </wpg:grpSpPr>
                          <wps:wsp>
                            <wps:cNvPr id="5" name="AutoShape 23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640" y="2027"/>
                                <a:ext cx="806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FF5D23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" name="AutoShape 24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8700" y="2028"/>
                                <a:ext cx="2573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wg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group w14:anchorId="47101C1B" id="Group 22" o:spid="_x0000_s1026" style="position:absolute;margin-left:-5.15pt;margin-top:5.65pt;width:531.65pt;height:.05pt;z-index:251663360" coordorigin="640,2027" coordsize="10633,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"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23" o:spid="_x0000_s1027" type="#_x0000_t32" style="position:absolute;left:640;top:2027;width:806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" strokecolor="#ff5d23" strokeweight="1pt"/>
                    <v:shape id="AutoShape 24" o:spid="_x0000_s1028" type="#_x0000_t32" style="position:absolute;left:8700;top:2028;width:2573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" strokecolor="black [3213]" strokeweight="1pt"/>
                  </v:group>
                </w:pict>
              </mc:Fallback>
            </mc:AlternateContent>
          </w:r>
        </w:p>
      </w:tc>
    </w:tr>
  </w:tbl>
  <w:p w14:paraId="14D9C0DE" w14:textId="77777777" w:rsidR="00524C97" w:rsidRDefault="00524C9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86B09"/>
    <w:multiLevelType w:val="hybridMultilevel"/>
    <w:tmpl w:val="6DA4CE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475F27"/>
    <w:multiLevelType w:val="multilevel"/>
    <w:tmpl w:val="3DC4F0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66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2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619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77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97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130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324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832" w:hanging="1800"/>
      </w:pPr>
      <w:rPr>
        <w:rFonts w:hint="default"/>
      </w:rPr>
    </w:lvl>
  </w:abstractNum>
  <w:abstractNum w:abstractNumId="2" w15:restartNumberingAfterBreak="0">
    <w:nsid w:val="040B474B"/>
    <w:multiLevelType w:val="hybridMultilevel"/>
    <w:tmpl w:val="6C68366E"/>
    <w:lvl w:ilvl="0" w:tplc="083AE2A4">
      <w:start w:val="1"/>
      <w:numFmt w:val="decimalZero"/>
      <w:lvlText w:val="%1-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5F43DB"/>
    <w:multiLevelType w:val="multilevel"/>
    <w:tmpl w:val="3DC4F0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66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2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619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77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97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130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324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832" w:hanging="1800"/>
      </w:pPr>
      <w:rPr>
        <w:rFonts w:hint="default"/>
      </w:rPr>
    </w:lvl>
  </w:abstractNum>
  <w:abstractNum w:abstractNumId="4" w15:restartNumberingAfterBreak="0">
    <w:nsid w:val="0C856CCB"/>
    <w:multiLevelType w:val="hybridMultilevel"/>
    <w:tmpl w:val="F2CC3B76"/>
    <w:lvl w:ilvl="0" w:tplc="40740DA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27D08F5"/>
    <w:multiLevelType w:val="hybridMultilevel"/>
    <w:tmpl w:val="64DE36F2"/>
    <w:lvl w:ilvl="0" w:tplc="DD440962">
      <w:start w:val="1"/>
      <w:numFmt w:val="upperRoman"/>
      <w:lvlText w:val="%1."/>
      <w:lvlJc w:val="righ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06404F"/>
    <w:multiLevelType w:val="hybridMultilevel"/>
    <w:tmpl w:val="57664050"/>
    <w:lvl w:ilvl="0" w:tplc="A2925786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8E62F1"/>
    <w:multiLevelType w:val="multilevel"/>
    <w:tmpl w:val="9028B9C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2664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424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619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77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97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130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324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832" w:hanging="1800"/>
      </w:pPr>
      <w:rPr>
        <w:rFonts w:hint="default"/>
      </w:rPr>
    </w:lvl>
  </w:abstractNum>
  <w:abstractNum w:abstractNumId="8" w15:restartNumberingAfterBreak="0">
    <w:nsid w:val="1AA730D2"/>
    <w:multiLevelType w:val="hybridMultilevel"/>
    <w:tmpl w:val="2CF86C68"/>
    <w:lvl w:ilvl="0" w:tplc="A2925786">
      <w:start w:val="1"/>
      <w:numFmt w:val="bullet"/>
      <w:lvlText w:val="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 w15:restartNumberingAfterBreak="0">
    <w:nsid w:val="270475E2"/>
    <w:multiLevelType w:val="hybridMultilevel"/>
    <w:tmpl w:val="CE32E2F0"/>
    <w:lvl w:ilvl="0" w:tplc="A0DA784C">
      <w:start w:val="12"/>
      <w:numFmt w:val="upperRoman"/>
      <w:lvlText w:val="%1."/>
      <w:lvlJc w:val="left"/>
      <w:pPr>
        <w:ind w:left="1080" w:hanging="720"/>
      </w:pPr>
      <w:rPr>
        <w:rFonts w:ascii="Century Gothic" w:hAnsi="Century Gothic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4B3F9F"/>
    <w:multiLevelType w:val="multilevel"/>
    <w:tmpl w:val="3DC4F0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66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2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619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77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97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130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324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832" w:hanging="1800"/>
      </w:pPr>
      <w:rPr>
        <w:rFonts w:hint="default"/>
      </w:rPr>
    </w:lvl>
  </w:abstractNum>
  <w:abstractNum w:abstractNumId="11" w15:restartNumberingAfterBreak="0">
    <w:nsid w:val="36371D9D"/>
    <w:multiLevelType w:val="multilevel"/>
    <w:tmpl w:val="5A606782"/>
    <w:lvl w:ilvl="0">
      <w:start w:val="1"/>
      <w:numFmt w:val="upperRoman"/>
      <w:lvlText w:val="%1."/>
      <w:lvlJc w:val="right"/>
      <w:pPr>
        <w:ind w:left="1080" w:hanging="720"/>
      </w:pPr>
      <w:rPr>
        <w:rFonts w:hint="default"/>
        <w:sz w:val="18"/>
        <w:szCs w:val="18"/>
      </w:rPr>
    </w:lvl>
    <w:lvl w:ilvl="1">
      <w:start w:val="2"/>
      <w:numFmt w:val="decimal"/>
      <w:isLgl/>
      <w:lvlText w:val="%1.%2."/>
      <w:lvlJc w:val="left"/>
      <w:pPr>
        <w:ind w:left="194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80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03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89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1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98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2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9072" w:hanging="1800"/>
      </w:pPr>
      <w:rPr>
        <w:rFonts w:hint="default"/>
      </w:rPr>
    </w:lvl>
  </w:abstractNum>
  <w:abstractNum w:abstractNumId="12" w15:restartNumberingAfterBreak="0">
    <w:nsid w:val="37480DFB"/>
    <w:multiLevelType w:val="multilevel"/>
    <w:tmpl w:val="3DC4F0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66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2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619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77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97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130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324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832" w:hanging="1800"/>
      </w:pPr>
      <w:rPr>
        <w:rFonts w:hint="default"/>
      </w:rPr>
    </w:lvl>
  </w:abstractNum>
  <w:abstractNum w:abstractNumId="13" w15:restartNumberingAfterBreak="0">
    <w:nsid w:val="37D47AA9"/>
    <w:multiLevelType w:val="hybridMultilevel"/>
    <w:tmpl w:val="69346906"/>
    <w:lvl w:ilvl="0" w:tplc="7AC8C16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0120EF"/>
    <w:multiLevelType w:val="multilevel"/>
    <w:tmpl w:val="F878C2A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2664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424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619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77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97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130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324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832" w:hanging="1800"/>
      </w:pPr>
      <w:rPr>
        <w:rFonts w:hint="default"/>
      </w:rPr>
    </w:lvl>
  </w:abstractNum>
  <w:abstractNum w:abstractNumId="15" w15:restartNumberingAfterBreak="0">
    <w:nsid w:val="3A0816D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42032595"/>
    <w:multiLevelType w:val="hybridMultilevel"/>
    <w:tmpl w:val="11265F38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7" w15:restartNumberingAfterBreak="0">
    <w:nsid w:val="54C00CC9"/>
    <w:multiLevelType w:val="multilevel"/>
    <w:tmpl w:val="3DC4F0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66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2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619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77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97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130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324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832" w:hanging="1800"/>
      </w:pPr>
      <w:rPr>
        <w:rFonts w:hint="default"/>
      </w:rPr>
    </w:lvl>
  </w:abstractNum>
  <w:abstractNum w:abstractNumId="18" w15:restartNumberingAfterBreak="0">
    <w:nsid w:val="5573574E"/>
    <w:multiLevelType w:val="multilevel"/>
    <w:tmpl w:val="3DC4F0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66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2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619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77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97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130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324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832" w:hanging="1800"/>
      </w:pPr>
      <w:rPr>
        <w:rFonts w:hint="default"/>
      </w:rPr>
    </w:lvl>
  </w:abstractNum>
  <w:abstractNum w:abstractNumId="19" w15:restartNumberingAfterBreak="0">
    <w:nsid w:val="57BA539C"/>
    <w:multiLevelType w:val="multilevel"/>
    <w:tmpl w:val="3DC4F0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66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2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619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77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97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130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324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832" w:hanging="1800"/>
      </w:pPr>
      <w:rPr>
        <w:rFonts w:hint="default"/>
      </w:rPr>
    </w:lvl>
  </w:abstractNum>
  <w:abstractNum w:abstractNumId="20" w15:restartNumberingAfterBreak="0">
    <w:nsid w:val="5DDE6675"/>
    <w:multiLevelType w:val="hybridMultilevel"/>
    <w:tmpl w:val="227E8308"/>
    <w:lvl w:ilvl="0" w:tplc="10BA1E92">
      <w:start w:val="4"/>
      <w:numFmt w:val="upperRoman"/>
      <w:lvlText w:val="%1&gt;"/>
      <w:lvlJc w:val="left"/>
      <w:pPr>
        <w:ind w:left="180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5F6C7F5D"/>
    <w:multiLevelType w:val="multilevel"/>
    <w:tmpl w:val="3DC4F0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66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2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619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77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97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130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324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832" w:hanging="1800"/>
      </w:pPr>
      <w:rPr>
        <w:rFonts w:hint="default"/>
      </w:rPr>
    </w:lvl>
  </w:abstractNum>
  <w:abstractNum w:abstractNumId="22" w15:restartNumberingAfterBreak="0">
    <w:nsid w:val="60B9598F"/>
    <w:multiLevelType w:val="hybridMultilevel"/>
    <w:tmpl w:val="341EBF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5011A2D"/>
    <w:multiLevelType w:val="multilevel"/>
    <w:tmpl w:val="3DC4F0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66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2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619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77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97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130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324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832" w:hanging="1800"/>
      </w:pPr>
      <w:rPr>
        <w:rFonts w:hint="default"/>
      </w:rPr>
    </w:lvl>
  </w:abstractNum>
  <w:abstractNum w:abstractNumId="24" w15:restartNumberingAfterBreak="0">
    <w:nsid w:val="68AD7E1F"/>
    <w:multiLevelType w:val="hybridMultilevel"/>
    <w:tmpl w:val="7B90D36E"/>
    <w:lvl w:ilvl="0" w:tplc="D17ABF9A">
      <w:start w:val="1"/>
      <w:numFmt w:val="upperRoman"/>
      <w:lvlText w:val="%1."/>
      <w:lvlJc w:val="left"/>
      <w:pPr>
        <w:ind w:left="1080" w:hanging="720"/>
      </w:pPr>
      <w:rPr>
        <w:rFonts w:ascii="Century Gothic" w:hAnsi="Century Gothic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5201A45"/>
    <w:multiLevelType w:val="hybridMultilevel"/>
    <w:tmpl w:val="FA4E06B2"/>
    <w:lvl w:ilvl="0" w:tplc="A2925786">
      <w:start w:val="1"/>
      <w:numFmt w:val="bullet"/>
      <w:lvlText w:val="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76817648"/>
    <w:multiLevelType w:val="hybridMultilevel"/>
    <w:tmpl w:val="026C53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CB1A98"/>
    <w:multiLevelType w:val="hybridMultilevel"/>
    <w:tmpl w:val="026C53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BEA1325"/>
    <w:multiLevelType w:val="hybridMultilevel"/>
    <w:tmpl w:val="6F7A1F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E1B3432"/>
    <w:multiLevelType w:val="multilevel"/>
    <w:tmpl w:val="3DC4F0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66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2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619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77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97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130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324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832" w:hanging="1800"/>
      </w:pPr>
      <w:rPr>
        <w:rFonts w:hint="default"/>
      </w:rPr>
    </w:lvl>
  </w:abstractNum>
  <w:abstractNum w:abstractNumId="30" w15:restartNumberingAfterBreak="0">
    <w:nsid w:val="7EEC7492"/>
    <w:multiLevelType w:val="hybridMultilevel"/>
    <w:tmpl w:val="6AE2DF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77896953">
    <w:abstractNumId w:val="13"/>
  </w:num>
  <w:num w:numId="2" w16cid:durableId="672534629">
    <w:abstractNumId w:val="24"/>
  </w:num>
  <w:num w:numId="3" w16cid:durableId="729040974">
    <w:abstractNumId w:val="28"/>
  </w:num>
  <w:num w:numId="4" w16cid:durableId="1174304390">
    <w:abstractNumId w:val="20"/>
  </w:num>
  <w:num w:numId="5" w16cid:durableId="1378555302">
    <w:abstractNumId w:val="11"/>
  </w:num>
  <w:num w:numId="6" w16cid:durableId="1445030421">
    <w:abstractNumId w:val="3"/>
  </w:num>
  <w:num w:numId="7" w16cid:durableId="43021145">
    <w:abstractNumId w:val="15"/>
  </w:num>
  <w:num w:numId="8" w16cid:durableId="626082500">
    <w:abstractNumId w:val="12"/>
  </w:num>
  <w:num w:numId="9" w16cid:durableId="1663310753">
    <w:abstractNumId w:val="27"/>
  </w:num>
  <w:num w:numId="10" w16cid:durableId="301430474">
    <w:abstractNumId w:val="9"/>
  </w:num>
  <w:num w:numId="11" w16cid:durableId="922492087">
    <w:abstractNumId w:val="26"/>
  </w:num>
  <w:num w:numId="12" w16cid:durableId="1428114568">
    <w:abstractNumId w:val="19"/>
  </w:num>
  <w:num w:numId="13" w16cid:durableId="830564760">
    <w:abstractNumId w:val="17"/>
  </w:num>
  <w:num w:numId="14" w16cid:durableId="1709796837">
    <w:abstractNumId w:val="7"/>
  </w:num>
  <w:num w:numId="15" w16cid:durableId="1183083621">
    <w:abstractNumId w:val="23"/>
  </w:num>
  <w:num w:numId="16" w16cid:durableId="502820359">
    <w:abstractNumId w:val="21"/>
  </w:num>
  <w:num w:numId="17" w16cid:durableId="534856555">
    <w:abstractNumId w:val="18"/>
  </w:num>
  <w:num w:numId="18" w16cid:durableId="506486715">
    <w:abstractNumId w:val="1"/>
  </w:num>
  <w:num w:numId="19" w16cid:durableId="848251430">
    <w:abstractNumId w:val="10"/>
  </w:num>
  <w:num w:numId="20" w16cid:durableId="1965190654">
    <w:abstractNumId w:val="29"/>
  </w:num>
  <w:num w:numId="21" w16cid:durableId="1586957470">
    <w:abstractNumId w:val="5"/>
  </w:num>
  <w:num w:numId="22" w16cid:durableId="1517771612">
    <w:abstractNumId w:val="14"/>
  </w:num>
  <w:num w:numId="23" w16cid:durableId="633104716">
    <w:abstractNumId w:val="2"/>
  </w:num>
  <w:num w:numId="24" w16cid:durableId="927887869">
    <w:abstractNumId w:val="22"/>
  </w:num>
  <w:num w:numId="25" w16cid:durableId="1866399936">
    <w:abstractNumId w:val="30"/>
  </w:num>
  <w:num w:numId="26" w16cid:durableId="360057340">
    <w:abstractNumId w:val="6"/>
  </w:num>
  <w:num w:numId="27" w16cid:durableId="934242574">
    <w:abstractNumId w:val="4"/>
  </w:num>
  <w:num w:numId="28" w16cid:durableId="696466306">
    <w:abstractNumId w:val="25"/>
  </w:num>
  <w:num w:numId="29" w16cid:durableId="1422800534">
    <w:abstractNumId w:val="0"/>
  </w:num>
  <w:num w:numId="30" w16cid:durableId="1977098142">
    <w:abstractNumId w:val="16"/>
  </w:num>
  <w:num w:numId="31" w16cid:durableId="313940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ocumentProtection w:edit="trackedChanges" w:enforcement="0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687"/>
    <w:rsid w:val="000026FD"/>
    <w:rsid w:val="00006473"/>
    <w:rsid w:val="00013B3F"/>
    <w:rsid w:val="00026CE2"/>
    <w:rsid w:val="0004254A"/>
    <w:rsid w:val="0004484B"/>
    <w:rsid w:val="00047501"/>
    <w:rsid w:val="00056144"/>
    <w:rsid w:val="00064AEF"/>
    <w:rsid w:val="00066829"/>
    <w:rsid w:val="00067171"/>
    <w:rsid w:val="00072A00"/>
    <w:rsid w:val="00074138"/>
    <w:rsid w:val="000749D6"/>
    <w:rsid w:val="00077834"/>
    <w:rsid w:val="000815FF"/>
    <w:rsid w:val="00082154"/>
    <w:rsid w:val="00091025"/>
    <w:rsid w:val="00092711"/>
    <w:rsid w:val="00096F28"/>
    <w:rsid w:val="000A4140"/>
    <w:rsid w:val="000A66A4"/>
    <w:rsid w:val="000A71E6"/>
    <w:rsid w:val="000B54E9"/>
    <w:rsid w:val="000B698B"/>
    <w:rsid w:val="000C5471"/>
    <w:rsid w:val="000D3F7D"/>
    <w:rsid w:val="000D4614"/>
    <w:rsid w:val="000E265F"/>
    <w:rsid w:val="000E3369"/>
    <w:rsid w:val="000E5AB0"/>
    <w:rsid w:val="000F08D1"/>
    <w:rsid w:val="000F1530"/>
    <w:rsid w:val="00110244"/>
    <w:rsid w:val="001152EF"/>
    <w:rsid w:val="00122934"/>
    <w:rsid w:val="001268B4"/>
    <w:rsid w:val="00127211"/>
    <w:rsid w:val="00127263"/>
    <w:rsid w:val="00132648"/>
    <w:rsid w:val="00134205"/>
    <w:rsid w:val="001448AA"/>
    <w:rsid w:val="00146B07"/>
    <w:rsid w:val="00152B85"/>
    <w:rsid w:val="001540D1"/>
    <w:rsid w:val="00156A44"/>
    <w:rsid w:val="0016512A"/>
    <w:rsid w:val="0016594A"/>
    <w:rsid w:val="001700E4"/>
    <w:rsid w:val="00176105"/>
    <w:rsid w:val="00176976"/>
    <w:rsid w:val="00177573"/>
    <w:rsid w:val="00184EC7"/>
    <w:rsid w:val="00185098"/>
    <w:rsid w:val="00195623"/>
    <w:rsid w:val="001962D4"/>
    <w:rsid w:val="001B0A9E"/>
    <w:rsid w:val="001B455C"/>
    <w:rsid w:val="001C20F2"/>
    <w:rsid w:val="001C3463"/>
    <w:rsid w:val="001D0619"/>
    <w:rsid w:val="001D3020"/>
    <w:rsid w:val="00200F12"/>
    <w:rsid w:val="00203926"/>
    <w:rsid w:val="00217939"/>
    <w:rsid w:val="0024151E"/>
    <w:rsid w:val="00245EB4"/>
    <w:rsid w:val="00246C13"/>
    <w:rsid w:val="002501BC"/>
    <w:rsid w:val="00263DFB"/>
    <w:rsid w:val="0027647D"/>
    <w:rsid w:val="00287ED9"/>
    <w:rsid w:val="00291592"/>
    <w:rsid w:val="002972A8"/>
    <w:rsid w:val="002A31B2"/>
    <w:rsid w:val="002C23C7"/>
    <w:rsid w:val="002D2267"/>
    <w:rsid w:val="002D4D73"/>
    <w:rsid w:val="002D627B"/>
    <w:rsid w:val="002F157C"/>
    <w:rsid w:val="002F7903"/>
    <w:rsid w:val="0030101A"/>
    <w:rsid w:val="00305803"/>
    <w:rsid w:val="00322506"/>
    <w:rsid w:val="00325408"/>
    <w:rsid w:val="00326539"/>
    <w:rsid w:val="003307AD"/>
    <w:rsid w:val="00331662"/>
    <w:rsid w:val="0034717F"/>
    <w:rsid w:val="00353F83"/>
    <w:rsid w:val="00361FD2"/>
    <w:rsid w:val="003722BA"/>
    <w:rsid w:val="00373BC2"/>
    <w:rsid w:val="0039534F"/>
    <w:rsid w:val="003B2752"/>
    <w:rsid w:val="003B4687"/>
    <w:rsid w:val="003B4D91"/>
    <w:rsid w:val="003C5288"/>
    <w:rsid w:val="003D4398"/>
    <w:rsid w:val="003E13C3"/>
    <w:rsid w:val="003E2EE1"/>
    <w:rsid w:val="003E6BF0"/>
    <w:rsid w:val="003F4039"/>
    <w:rsid w:val="003F5995"/>
    <w:rsid w:val="003F768B"/>
    <w:rsid w:val="00401985"/>
    <w:rsid w:val="00413E0A"/>
    <w:rsid w:val="004321C2"/>
    <w:rsid w:val="004518CF"/>
    <w:rsid w:val="00452B60"/>
    <w:rsid w:val="00454934"/>
    <w:rsid w:val="00460D0D"/>
    <w:rsid w:val="00460F2C"/>
    <w:rsid w:val="00461FA8"/>
    <w:rsid w:val="004779FF"/>
    <w:rsid w:val="004847E8"/>
    <w:rsid w:val="004A6025"/>
    <w:rsid w:val="004A69DE"/>
    <w:rsid w:val="004B2B1B"/>
    <w:rsid w:val="004C4BE9"/>
    <w:rsid w:val="004D1932"/>
    <w:rsid w:val="004D3EB7"/>
    <w:rsid w:val="004F18E9"/>
    <w:rsid w:val="00501FBB"/>
    <w:rsid w:val="00502035"/>
    <w:rsid w:val="00506829"/>
    <w:rsid w:val="00514A98"/>
    <w:rsid w:val="00524C97"/>
    <w:rsid w:val="0053570F"/>
    <w:rsid w:val="005450F6"/>
    <w:rsid w:val="00551678"/>
    <w:rsid w:val="0055584D"/>
    <w:rsid w:val="00557FE2"/>
    <w:rsid w:val="00562A22"/>
    <w:rsid w:val="00562D10"/>
    <w:rsid w:val="005718C9"/>
    <w:rsid w:val="00572B2B"/>
    <w:rsid w:val="00572B65"/>
    <w:rsid w:val="005749DB"/>
    <w:rsid w:val="00581E28"/>
    <w:rsid w:val="0058415A"/>
    <w:rsid w:val="005B4C9F"/>
    <w:rsid w:val="005D46FC"/>
    <w:rsid w:val="005D5327"/>
    <w:rsid w:val="005E494F"/>
    <w:rsid w:val="005F5244"/>
    <w:rsid w:val="006035D3"/>
    <w:rsid w:val="0060685C"/>
    <w:rsid w:val="00612DE7"/>
    <w:rsid w:val="00615800"/>
    <w:rsid w:val="00615D1A"/>
    <w:rsid w:val="006201E3"/>
    <w:rsid w:val="00624896"/>
    <w:rsid w:val="00625623"/>
    <w:rsid w:val="00627EFB"/>
    <w:rsid w:val="00630AA9"/>
    <w:rsid w:val="00637DED"/>
    <w:rsid w:val="00670764"/>
    <w:rsid w:val="006710C0"/>
    <w:rsid w:val="0069063B"/>
    <w:rsid w:val="00691A38"/>
    <w:rsid w:val="00692AD3"/>
    <w:rsid w:val="006A3F0A"/>
    <w:rsid w:val="006A7F65"/>
    <w:rsid w:val="006D1704"/>
    <w:rsid w:val="006E3B2B"/>
    <w:rsid w:val="006E60E7"/>
    <w:rsid w:val="006E7E55"/>
    <w:rsid w:val="006F051B"/>
    <w:rsid w:val="006F560D"/>
    <w:rsid w:val="006F7305"/>
    <w:rsid w:val="00713051"/>
    <w:rsid w:val="00725D75"/>
    <w:rsid w:val="00734265"/>
    <w:rsid w:val="00734B0A"/>
    <w:rsid w:val="00740168"/>
    <w:rsid w:val="0074121C"/>
    <w:rsid w:val="007468F6"/>
    <w:rsid w:val="00746CCB"/>
    <w:rsid w:val="00752CF4"/>
    <w:rsid w:val="007572C8"/>
    <w:rsid w:val="007577CC"/>
    <w:rsid w:val="00773875"/>
    <w:rsid w:val="00774240"/>
    <w:rsid w:val="0078779B"/>
    <w:rsid w:val="00790544"/>
    <w:rsid w:val="00797E3D"/>
    <w:rsid w:val="007A4E8B"/>
    <w:rsid w:val="007A5D37"/>
    <w:rsid w:val="007B0F19"/>
    <w:rsid w:val="007B7C2F"/>
    <w:rsid w:val="007C33AD"/>
    <w:rsid w:val="007C74AE"/>
    <w:rsid w:val="007D1268"/>
    <w:rsid w:val="007E1AC0"/>
    <w:rsid w:val="007E53F4"/>
    <w:rsid w:val="007F650E"/>
    <w:rsid w:val="008037A7"/>
    <w:rsid w:val="008067DF"/>
    <w:rsid w:val="00813CC1"/>
    <w:rsid w:val="00816147"/>
    <w:rsid w:val="00816589"/>
    <w:rsid w:val="00817AB2"/>
    <w:rsid w:val="008400DC"/>
    <w:rsid w:val="0084275F"/>
    <w:rsid w:val="00846E2C"/>
    <w:rsid w:val="00850156"/>
    <w:rsid w:val="00851FC2"/>
    <w:rsid w:val="00852620"/>
    <w:rsid w:val="008578B3"/>
    <w:rsid w:val="00877578"/>
    <w:rsid w:val="0088228D"/>
    <w:rsid w:val="00884985"/>
    <w:rsid w:val="00890DFA"/>
    <w:rsid w:val="008A1F46"/>
    <w:rsid w:val="008A4251"/>
    <w:rsid w:val="008A5466"/>
    <w:rsid w:val="008B1E76"/>
    <w:rsid w:val="008B4C29"/>
    <w:rsid w:val="008C3C4F"/>
    <w:rsid w:val="008C45F5"/>
    <w:rsid w:val="008D0C6B"/>
    <w:rsid w:val="008D4E07"/>
    <w:rsid w:val="008D5529"/>
    <w:rsid w:val="008E2737"/>
    <w:rsid w:val="008F6353"/>
    <w:rsid w:val="00901CC5"/>
    <w:rsid w:val="00902753"/>
    <w:rsid w:val="0090379E"/>
    <w:rsid w:val="0090497D"/>
    <w:rsid w:val="00906C42"/>
    <w:rsid w:val="009159DE"/>
    <w:rsid w:val="00916600"/>
    <w:rsid w:val="009303BE"/>
    <w:rsid w:val="00937CF9"/>
    <w:rsid w:val="00941FE1"/>
    <w:rsid w:val="00953EA6"/>
    <w:rsid w:val="009621C4"/>
    <w:rsid w:val="009656C1"/>
    <w:rsid w:val="00977C09"/>
    <w:rsid w:val="009809A8"/>
    <w:rsid w:val="00984DC7"/>
    <w:rsid w:val="00986557"/>
    <w:rsid w:val="00992930"/>
    <w:rsid w:val="009948B6"/>
    <w:rsid w:val="00996D87"/>
    <w:rsid w:val="009C090F"/>
    <w:rsid w:val="009C2C6F"/>
    <w:rsid w:val="009C5E1C"/>
    <w:rsid w:val="009D0882"/>
    <w:rsid w:val="009D0CE8"/>
    <w:rsid w:val="009D1820"/>
    <w:rsid w:val="009D388A"/>
    <w:rsid w:val="009D504B"/>
    <w:rsid w:val="009D5DF0"/>
    <w:rsid w:val="009D7A57"/>
    <w:rsid w:val="009E0BCA"/>
    <w:rsid w:val="009E1E90"/>
    <w:rsid w:val="009E1F33"/>
    <w:rsid w:val="009E2703"/>
    <w:rsid w:val="009E37BD"/>
    <w:rsid w:val="009E3D72"/>
    <w:rsid w:val="009F09FD"/>
    <w:rsid w:val="009F0BC2"/>
    <w:rsid w:val="00A04AA8"/>
    <w:rsid w:val="00A05198"/>
    <w:rsid w:val="00A11B8C"/>
    <w:rsid w:val="00A20650"/>
    <w:rsid w:val="00A22D3F"/>
    <w:rsid w:val="00A24B2E"/>
    <w:rsid w:val="00A262CD"/>
    <w:rsid w:val="00A3723A"/>
    <w:rsid w:val="00A459F1"/>
    <w:rsid w:val="00A50312"/>
    <w:rsid w:val="00A52C0B"/>
    <w:rsid w:val="00A5359B"/>
    <w:rsid w:val="00A55EE6"/>
    <w:rsid w:val="00A746AA"/>
    <w:rsid w:val="00A77688"/>
    <w:rsid w:val="00A802FC"/>
    <w:rsid w:val="00A84164"/>
    <w:rsid w:val="00A85BA1"/>
    <w:rsid w:val="00A91184"/>
    <w:rsid w:val="00A936EB"/>
    <w:rsid w:val="00AA4E1C"/>
    <w:rsid w:val="00AA5681"/>
    <w:rsid w:val="00AB0DA8"/>
    <w:rsid w:val="00AB1120"/>
    <w:rsid w:val="00AB1CC0"/>
    <w:rsid w:val="00AC6798"/>
    <w:rsid w:val="00AC7843"/>
    <w:rsid w:val="00AE6CE9"/>
    <w:rsid w:val="00AF0DB2"/>
    <w:rsid w:val="00AF7BB3"/>
    <w:rsid w:val="00B04115"/>
    <w:rsid w:val="00B16E82"/>
    <w:rsid w:val="00B21665"/>
    <w:rsid w:val="00B322E8"/>
    <w:rsid w:val="00B33886"/>
    <w:rsid w:val="00B477CD"/>
    <w:rsid w:val="00B50AB4"/>
    <w:rsid w:val="00B5160D"/>
    <w:rsid w:val="00B57594"/>
    <w:rsid w:val="00B608AF"/>
    <w:rsid w:val="00B76262"/>
    <w:rsid w:val="00B8634F"/>
    <w:rsid w:val="00B87623"/>
    <w:rsid w:val="00B87E91"/>
    <w:rsid w:val="00B91076"/>
    <w:rsid w:val="00B9529B"/>
    <w:rsid w:val="00BA7933"/>
    <w:rsid w:val="00BB0606"/>
    <w:rsid w:val="00BB367D"/>
    <w:rsid w:val="00BB4519"/>
    <w:rsid w:val="00BB79B8"/>
    <w:rsid w:val="00BC002B"/>
    <w:rsid w:val="00BC0DEA"/>
    <w:rsid w:val="00BC426E"/>
    <w:rsid w:val="00BE2B63"/>
    <w:rsid w:val="00BF2811"/>
    <w:rsid w:val="00BF4C92"/>
    <w:rsid w:val="00BF7DE5"/>
    <w:rsid w:val="00C0187A"/>
    <w:rsid w:val="00C06F93"/>
    <w:rsid w:val="00C11780"/>
    <w:rsid w:val="00C11EA2"/>
    <w:rsid w:val="00C23C6D"/>
    <w:rsid w:val="00C30332"/>
    <w:rsid w:val="00C30BB7"/>
    <w:rsid w:val="00C3404B"/>
    <w:rsid w:val="00C34EC1"/>
    <w:rsid w:val="00C57F21"/>
    <w:rsid w:val="00C664EB"/>
    <w:rsid w:val="00C72616"/>
    <w:rsid w:val="00C82165"/>
    <w:rsid w:val="00C843B2"/>
    <w:rsid w:val="00C93EE6"/>
    <w:rsid w:val="00C9672B"/>
    <w:rsid w:val="00C979DB"/>
    <w:rsid w:val="00CA56AC"/>
    <w:rsid w:val="00CC58FB"/>
    <w:rsid w:val="00CD0B80"/>
    <w:rsid w:val="00CD2710"/>
    <w:rsid w:val="00CD3209"/>
    <w:rsid w:val="00CF25B2"/>
    <w:rsid w:val="00CF3BA3"/>
    <w:rsid w:val="00D05EAF"/>
    <w:rsid w:val="00D10002"/>
    <w:rsid w:val="00D16467"/>
    <w:rsid w:val="00D209B9"/>
    <w:rsid w:val="00D21DE3"/>
    <w:rsid w:val="00D22881"/>
    <w:rsid w:val="00D5776A"/>
    <w:rsid w:val="00D60093"/>
    <w:rsid w:val="00D6365C"/>
    <w:rsid w:val="00D66A17"/>
    <w:rsid w:val="00D84141"/>
    <w:rsid w:val="00D84C82"/>
    <w:rsid w:val="00D95108"/>
    <w:rsid w:val="00D957F9"/>
    <w:rsid w:val="00DA6F7F"/>
    <w:rsid w:val="00DA79CC"/>
    <w:rsid w:val="00DC1611"/>
    <w:rsid w:val="00DC1E90"/>
    <w:rsid w:val="00DC5D27"/>
    <w:rsid w:val="00DD75EF"/>
    <w:rsid w:val="00DD7670"/>
    <w:rsid w:val="00DE31AD"/>
    <w:rsid w:val="00DF1982"/>
    <w:rsid w:val="00DF4F0E"/>
    <w:rsid w:val="00DF728F"/>
    <w:rsid w:val="00E01600"/>
    <w:rsid w:val="00E04364"/>
    <w:rsid w:val="00E14E28"/>
    <w:rsid w:val="00E14E3B"/>
    <w:rsid w:val="00E14F52"/>
    <w:rsid w:val="00E22E60"/>
    <w:rsid w:val="00E42489"/>
    <w:rsid w:val="00E43DC4"/>
    <w:rsid w:val="00E46CBF"/>
    <w:rsid w:val="00E67477"/>
    <w:rsid w:val="00EA6DDF"/>
    <w:rsid w:val="00EB0F53"/>
    <w:rsid w:val="00EB3CBE"/>
    <w:rsid w:val="00EC3400"/>
    <w:rsid w:val="00EC70A7"/>
    <w:rsid w:val="00EE751C"/>
    <w:rsid w:val="00EF0397"/>
    <w:rsid w:val="00EF0FB8"/>
    <w:rsid w:val="00EF2339"/>
    <w:rsid w:val="00F010B8"/>
    <w:rsid w:val="00F0419D"/>
    <w:rsid w:val="00F10E5E"/>
    <w:rsid w:val="00F176CA"/>
    <w:rsid w:val="00F30D6F"/>
    <w:rsid w:val="00F356F9"/>
    <w:rsid w:val="00F42566"/>
    <w:rsid w:val="00F71032"/>
    <w:rsid w:val="00F728BD"/>
    <w:rsid w:val="00F8077E"/>
    <w:rsid w:val="00F970AB"/>
    <w:rsid w:val="00FA0ED7"/>
    <w:rsid w:val="00FB0960"/>
    <w:rsid w:val="00FB2361"/>
    <w:rsid w:val="00FB37E6"/>
    <w:rsid w:val="00FB41E2"/>
    <w:rsid w:val="00FC1393"/>
    <w:rsid w:val="00FC213E"/>
    <w:rsid w:val="00FC3DDB"/>
    <w:rsid w:val="00FC4AC7"/>
    <w:rsid w:val="00FD2AD1"/>
    <w:rsid w:val="00FD63B9"/>
    <w:rsid w:val="00FE59F2"/>
    <w:rsid w:val="00FF13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AD018D7"/>
  <w15:docId w15:val="{27548ABA-C75D-4C36-B106-0C8EB972BE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15800"/>
    <w:rPr>
      <w:rFonts w:ascii="Century Gothic" w:hAnsi="Century Gothic"/>
      <w:sz w:val="2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C1611"/>
    <w:pPr>
      <w:keepNext/>
      <w:keepLines/>
      <w:spacing w:before="480" w:after="0"/>
      <w:outlineLvl w:val="0"/>
    </w:pPr>
    <w:rPr>
      <w:rFonts w:eastAsiaTheme="majorEastAsia" w:cstheme="majorBidi"/>
      <w:b/>
      <w:bCs/>
      <w:szCs w:val="28"/>
    </w:rPr>
  </w:style>
  <w:style w:type="paragraph" w:styleId="Nagwek2">
    <w:name w:val="heading 2"/>
    <w:basedOn w:val="Nagwek1"/>
    <w:next w:val="Normalny"/>
    <w:link w:val="Nagwek2Znak"/>
    <w:uiPriority w:val="9"/>
    <w:unhideWhenUsed/>
    <w:qFormat/>
    <w:rsid w:val="003B2752"/>
    <w:pPr>
      <w:spacing w:before="0" w:after="200"/>
      <w:outlineLvl w:val="1"/>
    </w:p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1540D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2D62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D627B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790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90544"/>
  </w:style>
  <w:style w:type="paragraph" w:styleId="Stopka">
    <w:name w:val="footer"/>
    <w:basedOn w:val="Normalny"/>
    <w:link w:val="StopkaZnak"/>
    <w:uiPriority w:val="99"/>
    <w:unhideWhenUsed/>
    <w:rsid w:val="00790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90544"/>
  </w:style>
  <w:style w:type="character" w:customStyle="1" w:styleId="Nagwek1Znak">
    <w:name w:val="Nagłówek 1 Znak"/>
    <w:basedOn w:val="Domylnaczcionkaakapitu"/>
    <w:link w:val="Nagwek1"/>
    <w:uiPriority w:val="9"/>
    <w:rsid w:val="00DC1611"/>
    <w:rPr>
      <w:rFonts w:ascii="Century Gothic" w:eastAsiaTheme="majorEastAsia" w:hAnsi="Century Gothic" w:cstheme="majorBidi"/>
      <w:b/>
      <w:bCs/>
      <w:sz w:val="20"/>
      <w:szCs w:val="28"/>
    </w:rPr>
  </w:style>
  <w:style w:type="paragraph" w:styleId="Spistreci1">
    <w:name w:val="toc 1"/>
    <w:basedOn w:val="Normalny"/>
    <w:next w:val="Normalny"/>
    <w:autoRedefine/>
    <w:uiPriority w:val="39"/>
    <w:unhideWhenUsed/>
    <w:qFormat/>
    <w:rsid w:val="00152B85"/>
    <w:pPr>
      <w:widowControl w:val="0"/>
      <w:tabs>
        <w:tab w:val="left" w:pos="426"/>
        <w:tab w:val="right" w:leader="dot" w:pos="9062"/>
      </w:tabs>
      <w:spacing w:after="0" w:line="360" w:lineRule="auto"/>
    </w:pPr>
  </w:style>
  <w:style w:type="paragraph" w:styleId="Nagwekspisutreci">
    <w:name w:val="TOC Heading"/>
    <w:basedOn w:val="Nagwek1"/>
    <w:next w:val="Normalny"/>
    <w:uiPriority w:val="39"/>
    <w:unhideWhenUsed/>
    <w:qFormat/>
    <w:rsid w:val="00A5359B"/>
    <w:pPr>
      <w:outlineLvl w:val="9"/>
    </w:pPr>
  </w:style>
  <w:style w:type="paragraph" w:styleId="Akapitzlist">
    <w:name w:val="List Paragraph"/>
    <w:basedOn w:val="Normalny"/>
    <w:link w:val="AkapitzlistZnak"/>
    <w:uiPriority w:val="34"/>
    <w:qFormat/>
    <w:rsid w:val="00A5359B"/>
    <w:pPr>
      <w:ind w:left="720"/>
      <w:contextualSpacing/>
    </w:pPr>
  </w:style>
  <w:style w:type="paragraph" w:styleId="Spistreci2">
    <w:name w:val="toc 2"/>
    <w:basedOn w:val="Normalny"/>
    <w:next w:val="Normalny"/>
    <w:autoRedefine/>
    <w:uiPriority w:val="39"/>
    <w:unhideWhenUsed/>
    <w:qFormat/>
    <w:rsid w:val="00353F83"/>
    <w:pPr>
      <w:spacing w:after="100"/>
      <w:ind w:left="220"/>
    </w:pPr>
    <w:rPr>
      <w:rFonts w:eastAsiaTheme="minorEastAsia"/>
    </w:rPr>
  </w:style>
  <w:style w:type="paragraph" w:styleId="Spistreci3">
    <w:name w:val="toc 3"/>
    <w:basedOn w:val="Normalny"/>
    <w:next w:val="Normalny"/>
    <w:autoRedefine/>
    <w:uiPriority w:val="39"/>
    <w:semiHidden/>
    <w:unhideWhenUsed/>
    <w:qFormat/>
    <w:rsid w:val="00353F83"/>
    <w:pPr>
      <w:spacing w:after="100"/>
      <w:ind w:left="440"/>
    </w:pPr>
    <w:rPr>
      <w:rFonts w:eastAsiaTheme="minorEastAsia"/>
    </w:rPr>
  </w:style>
  <w:style w:type="character" w:styleId="Hipercze">
    <w:name w:val="Hyperlink"/>
    <w:basedOn w:val="Domylnaczcionkaakapitu"/>
    <w:uiPriority w:val="99"/>
    <w:unhideWhenUsed/>
    <w:rsid w:val="00BC426E"/>
    <w:rPr>
      <w:color w:val="0000FF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C1E9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C1E90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C1E9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C1E9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C1E90"/>
    <w:rPr>
      <w:b/>
      <w:bCs/>
      <w:sz w:val="20"/>
      <w:szCs w:val="20"/>
    </w:rPr>
  </w:style>
  <w:style w:type="character" w:customStyle="1" w:styleId="AkapitzlistZnak">
    <w:name w:val="Akapit z listą Znak"/>
    <w:basedOn w:val="Domylnaczcionkaakapitu"/>
    <w:link w:val="Akapitzlist"/>
    <w:uiPriority w:val="34"/>
    <w:rsid w:val="009E0BCA"/>
  </w:style>
  <w:style w:type="table" w:styleId="Tabela-Siatka">
    <w:name w:val="Table Grid"/>
    <w:basedOn w:val="Standardowy"/>
    <w:uiPriority w:val="59"/>
    <w:rsid w:val="00AA56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FB0960"/>
    <w:pPr>
      <w:spacing w:after="360"/>
      <w:contextualSpacing/>
      <w:jc w:val="center"/>
    </w:pPr>
    <w:rPr>
      <w:rFonts w:eastAsiaTheme="majorEastAsia" w:cstheme="majorBidi"/>
      <w:spacing w:val="5"/>
      <w:kern w:val="28"/>
      <w:sz w:val="36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FB0960"/>
    <w:rPr>
      <w:rFonts w:ascii="Century Gothic" w:eastAsiaTheme="majorEastAsia" w:hAnsi="Century Gothic" w:cstheme="majorBidi"/>
      <w:spacing w:val="5"/>
      <w:kern w:val="28"/>
      <w:sz w:val="36"/>
      <w:szCs w:val="52"/>
    </w:rPr>
  </w:style>
  <w:style w:type="paragraph" w:customStyle="1" w:styleId="Tytu2">
    <w:name w:val="Tytuł2"/>
    <w:basedOn w:val="Normalny"/>
    <w:link w:val="Tytu2Znak"/>
    <w:qFormat/>
    <w:rsid w:val="00615800"/>
    <w:pPr>
      <w:jc w:val="center"/>
    </w:pPr>
    <w:rPr>
      <w:sz w:val="36"/>
      <w:szCs w:val="36"/>
    </w:rPr>
  </w:style>
  <w:style w:type="character" w:styleId="Tekstzastpczy">
    <w:name w:val="Placeholder Text"/>
    <w:basedOn w:val="Domylnaczcionkaakapitu"/>
    <w:uiPriority w:val="99"/>
    <w:semiHidden/>
    <w:rsid w:val="008A5466"/>
    <w:rPr>
      <w:color w:val="808080"/>
    </w:rPr>
  </w:style>
  <w:style w:type="character" w:customStyle="1" w:styleId="Tytu2Znak">
    <w:name w:val="Tytuł2 Znak"/>
    <w:basedOn w:val="Domylnaczcionkaakapitu"/>
    <w:link w:val="Tytu2"/>
    <w:rsid w:val="00615800"/>
    <w:rPr>
      <w:rFonts w:ascii="Century Gothic" w:hAnsi="Century Gothic"/>
      <w:sz w:val="36"/>
      <w:szCs w:val="36"/>
    </w:rPr>
  </w:style>
  <w:style w:type="character" w:customStyle="1" w:styleId="Nagwek2Znak">
    <w:name w:val="Nagłówek 2 Znak"/>
    <w:basedOn w:val="Domylnaczcionkaakapitu"/>
    <w:link w:val="Nagwek2"/>
    <w:uiPriority w:val="9"/>
    <w:rsid w:val="003B2752"/>
    <w:rPr>
      <w:rFonts w:ascii="Century Gothic" w:eastAsiaTheme="majorEastAsia" w:hAnsi="Century Gothic" w:cstheme="majorBidi"/>
      <w:b/>
      <w:bCs/>
      <w:sz w:val="20"/>
      <w:szCs w:val="28"/>
    </w:rPr>
  </w:style>
  <w:style w:type="paragraph" w:styleId="Legenda">
    <w:name w:val="caption"/>
    <w:basedOn w:val="Normalny"/>
    <w:next w:val="Normalny"/>
    <w:uiPriority w:val="35"/>
    <w:unhideWhenUsed/>
    <w:qFormat/>
    <w:rsid w:val="008037A7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16589"/>
    <w:pPr>
      <w:numPr>
        <w:ilvl w:val="1"/>
      </w:numPr>
    </w:pPr>
    <w:rPr>
      <w:rFonts w:eastAsiaTheme="majorEastAsia" w:cstheme="majorBidi"/>
      <w:i/>
      <w:iCs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816589"/>
    <w:rPr>
      <w:rFonts w:ascii="Century Gothic" w:eastAsiaTheme="majorEastAsia" w:hAnsi="Century Gothic" w:cstheme="majorBidi"/>
      <w:i/>
      <w:iCs/>
      <w:spacing w:val="15"/>
      <w:sz w:val="24"/>
      <w:szCs w:val="24"/>
    </w:rPr>
  </w:style>
  <w:style w:type="paragraph" w:customStyle="1" w:styleId="TabelaTytu">
    <w:name w:val="Tabela Tytuł"/>
    <w:basedOn w:val="Normalny"/>
    <w:link w:val="TabelaTytuZnak"/>
    <w:qFormat/>
    <w:rsid w:val="00816589"/>
    <w:pPr>
      <w:spacing w:before="240" w:after="120" w:line="240" w:lineRule="auto"/>
    </w:pPr>
    <w:rPr>
      <w:b/>
      <w:szCs w:val="20"/>
    </w:rPr>
  </w:style>
  <w:style w:type="paragraph" w:styleId="Poprawka">
    <w:name w:val="Revision"/>
    <w:hidden/>
    <w:uiPriority w:val="99"/>
    <w:semiHidden/>
    <w:rsid w:val="00816589"/>
    <w:pPr>
      <w:spacing w:after="0" w:line="240" w:lineRule="auto"/>
    </w:pPr>
    <w:rPr>
      <w:rFonts w:ascii="Century Gothic" w:hAnsi="Century Gothic"/>
      <w:sz w:val="20"/>
    </w:rPr>
  </w:style>
  <w:style w:type="character" w:customStyle="1" w:styleId="TabelaTytuZnak">
    <w:name w:val="Tabela Tytuł Znak"/>
    <w:basedOn w:val="Domylnaczcionkaakapitu"/>
    <w:link w:val="TabelaTytu"/>
    <w:rsid w:val="00816589"/>
    <w:rPr>
      <w:rFonts w:ascii="Century Gothic" w:hAnsi="Century Gothic"/>
      <w:b/>
      <w:sz w:val="20"/>
      <w:szCs w:val="20"/>
    </w:rPr>
  </w:style>
  <w:style w:type="character" w:customStyle="1" w:styleId="Nagwek3Znak">
    <w:name w:val="Nagłówek 3 Znak"/>
    <w:basedOn w:val="Domylnaczcionkaakapitu"/>
    <w:link w:val="Nagwek3"/>
    <w:uiPriority w:val="9"/>
    <w:rsid w:val="001540D1"/>
    <w:rPr>
      <w:rFonts w:asciiTheme="majorHAnsi" w:eastAsiaTheme="majorEastAsia" w:hAnsiTheme="majorHAnsi" w:cstheme="majorBidi"/>
      <w:b/>
      <w:bCs/>
      <w:color w:val="4F81BD" w:themeColor="accent1"/>
      <w:sz w:val="20"/>
    </w:rPr>
  </w:style>
  <w:style w:type="paragraph" w:styleId="Tekstpodstawowy">
    <w:name w:val="Body Text"/>
    <w:basedOn w:val="Normalny"/>
    <w:link w:val="TekstpodstawowyZnak"/>
    <w:rsid w:val="00D21DE3"/>
    <w:pPr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6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D21DE3"/>
    <w:rPr>
      <w:rFonts w:ascii="Times New Roman" w:eastAsia="Times New Roman" w:hAnsi="Times New Roman" w:cs="Times New Roman"/>
      <w:color w:val="000000"/>
      <w:sz w:val="26"/>
      <w:szCs w:val="20"/>
      <w:lang w:eastAsia="pl-PL"/>
    </w:rPr>
  </w:style>
  <w:style w:type="paragraph" w:customStyle="1" w:styleId="Zacznik">
    <w:name w:val="Załącznik"/>
    <w:basedOn w:val="Normalny"/>
    <w:next w:val="Normalny"/>
    <w:autoRedefine/>
    <w:rsid w:val="005749DB"/>
    <w:pPr>
      <w:shd w:val="pct5" w:color="auto" w:fill="auto"/>
      <w:spacing w:after="0" w:line="240" w:lineRule="auto"/>
      <w:jc w:val="center"/>
    </w:pPr>
    <w:rPr>
      <w:rFonts w:eastAsia="Times New Roman" w:cs="Times New Roman"/>
      <w:b/>
      <w:iCs/>
      <w:color w:val="000000"/>
      <w:sz w:val="24"/>
      <w:szCs w:val="24"/>
      <w:lang w:eastAsia="pl-PL"/>
    </w:rPr>
  </w:style>
  <w:style w:type="paragraph" w:customStyle="1" w:styleId="ARTartustawynprozporzdzenia">
    <w:name w:val="ART(§) – art. ustawy (§ np. rozporządzenia)"/>
    <w:uiPriority w:val="11"/>
    <w:qFormat/>
    <w:rsid w:val="00B33886"/>
    <w:pPr>
      <w:suppressAutoHyphens/>
      <w:autoSpaceDE w:val="0"/>
      <w:autoSpaceDN w:val="0"/>
      <w:adjustRightInd w:val="0"/>
      <w:spacing w:before="120" w:after="0" w:line="360" w:lineRule="auto"/>
      <w:ind w:firstLine="510"/>
      <w:jc w:val="both"/>
    </w:pPr>
    <w:rPr>
      <w:rFonts w:ascii="Times" w:eastAsiaTheme="minorEastAsia" w:hAnsi="Times" w:cs="Arial"/>
      <w:sz w:val="24"/>
      <w:szCs w:val="20"/>
      <w:lang w:eastAsia="pl-PL"/>
    </w:rPr>
  </w:style>
  <w:style w:type="character" w:customStyle="1" w:styleId="Ppogrubienie">
    <w:name w:val="_P_ – pogrubienie"/>
    <w:basedOn w:val="Domylnaczcionkaakapitu"/>
    <w:uiPriority w:val="1"/>
    <w:qFormat/>
    <w:rsid w:val="00B33886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003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15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8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DYTA~1.MAR\AppData\Local\Temp\Rar$DIa0.356\PH-HB-P01-F01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79B75A6DFA203429AEDE4336ADBF6B3" ma:contentTypeVersion="6" ma:contentTypeDescription="Utwórz nowy dokument." ma:contentTypeScope="" ma:versionID="66c4b31c3f083b6ac1388d0133624bf0">
  <xsd:schema xmlns:xsd="http://www.w3.org/2001/XMLSchema" xmlns:xs="http://www.w3.org/2001/XMLSchema" xmlns:p="http://schemas.microsoft.com/office/2006/metadata/properties" xmlns:ns2="e8f7223f-38c4-46ba-a10d-06426886b950" xmlns:ns3="1a344d0b-38f7-4f41-a9a1-3f958c25242b" targetNamespace="http://schemas.microsoft.com/office/2006/metadata/properties" ma:root="true" ma:fieldsID="677eb4e659c33881fb8f1831ac441fd7" ns2:_="" ns3:_="">
    <xsd:import namespace="e8f7223f-38c4-46ba-a10d-06426886b950"/>
    <xsd:import namespace="1a344d0b-38f7-4f41-a9a1-3f958c25242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8f7223f-38c4-46ba-a10d-06426886b95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344d0b-38f7-4f41-a9a1-3f958c25242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73510F-D380-45F8-AB3D-5FE468546EB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8E0E102-D235-407B-BBA6-B3A9FE16F6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8f7223f-38c4-46ba-a10d-06426886b950"/>
    <ds:schemaRef ds:uri="1a344d0b-38f7-4f41-a9a1-3f958c25242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8B1EF8A-DF9E-49F5-A510-C3C129CC8CC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1245614-7D68-4649-8C76-CB5AB28C95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PH-HB-P01-F01</Template>
  <TotalTime>0</TotalTime>
  <Pages>2</Pages>
  <Words>433</Words>
  <Characters>2602</Characters>
  <Application>Microsoft Office Word</Application>
  <DocSecurity>4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I</vt:lpstr>
    </vt:vector>
  </TitlesOfParts>
  <Company>Nr procedury</Company>
  <LinksUpToDate>false</LinksUpToDate>
  <CharactersWithSpaces>3029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I</dc:title>
  <dc:subject>do Procedury rekrutacji pracowników w Operatorze Gazociągów Przesyłowych 
GAZ-SYSTEM S.A.</dc:subject>
  <dc:creator>Marek Edyta</dc:creator>
  <cp:keywords>Wydanie 1</cp:keywords>
  <cp:lastModifiedBy>Dąbkowski Dariusz</cp:lastModifiedBy>
  <cp:revision>2</cp:revision>
  <cp:lastPrinted>2021-07-01T09:26:00Z</cp:lastPrinted>
  <dcterms:created xsi:type="dcterms:W3CDTF">2023-06-20T10:52:00Z</dcterms:created>
  <dcterms:modified xsi:type="dcterms:W3CDTF">2023-06-20T10:52:00Z</dcterms:modified>
  <cp:category>Wersja 1</cp:category>
  <cp:contentStatus>PL-DK-P01-F01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0x010100979B75A6DFA203429AEDE4336ADBF6B3</vt:lpwstr>
  </property>
</Properties>
</file>